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8A2EC" w14:textId="77777777" w:rsidR="003436FE" w:rsidRPr="002B370E" w:rsidRDefault="00327DD0">
      <w:pPr>
        <w:pStyle w:val="Subtitle"/>
        <w:spacing w:after="240"/>
        <w:rPr>
          <w:lang w:val="en-GB"/>
        </w:rPr>
      </w:pPr>
      <w:r>
        <w:rPr>
          <w:lang w:val="en-GB"/>
        </w:rPr>
        <w:t>REFERENCE: PP1-088-Enez-Service 3</w:t>
      </w:r>
    </w:p>
    <w:p w14:paraId="41FF2AE6"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751D9A5C"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9"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20CE5015" w14:textId="25458C0B" w:rsidR="003436FE" w:rsidRPr="002B370E" w:rsidRDefault="004473BC" w:rsidP="003436FE">
      <w:pPr>
        <w:keepNext/>
        <w:numPr>
          <w:ilvl w:val="0"/>
          <w:numId w:val="26"/>
        </w:numPr>
        <w:spacing w:before="120" w:after="120"/>
        <w:jc w:val="both"/>
        <w:rPr>
          <w:b/>
          <w:sz w:val="24"/>
          <w:szCs w:val="24"/>
        </w:rPr>
      </w:pPr>
      <w:r>
        <w:rPr>
          <w:b/>
          <w:sz w:val="24"/>
          <w:szCs w:val="24"/>
        </w:rPr>
        <w:t xml:space="preserve"> </w:t>
      </w:r>
      <w:r w:rsidR="003436FE" w:rsidRPr="002B370E">
        <w:rPr>
          <w:b/>
          <w:sz w:val="24"/>
          <w:szCs w:val="24"/>
        </w:rPr>
        <w:t>Services to be provided</w:t>
      </w:r>
    </w:p>
    <w:p w14:paraId="25E3074D"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119BEE5E"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7F2EA72" w14:textId="77777777" w:rsidTr="00010683">
        <w:tc>
          <w:tcPr>
            <w:tcW w:w="4820" w:type="dxa"/>
            <w:tcBorders>
              <w:bottom w:val="nil"/>
            </w:tcBorders>
          </w:tcPr>
          <w:p w14:paraId="26143403" w14:textId="77777777" w:rsidR="003436FE" w:rsidRPr="002B370E" w:rsidRDefault="003436FE">
            <w:pPr>
              <w:rPr>
                <w:sz w:val="22"/>
                <w:szCs w:val="22"/>
              </w:rPr>
            </w:pPr>
          </w:p>
        </w:tc>
        <w:tc>
          <w:tcPr>
            <w:tcW w:w="1972" w:type="dxa"/>
            <w:shd w:val="pct10" w:color="auto" w:fill="FFFFFF"/>
          </w:tcPr>
          <w:p w14:paraId="701C22D7"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02718473" w14:textId="77777777" w:rsidR="003436FE" w:rsidRPr="002B370E" w:rsidRDefault="003436FE">
            <w:pPr>
              <w:jc w:val="center"/>
              <w:rPr>
                <w:b/>
                <w:sz w:val="22"/>
                <w:szCs w:val="22"/>
              </w:rPr>
            </w:pPr>
            <w:r w:rsidRPr="002B370E">
              <w:rPr>
                <w:b/>
                <w:sz w:val="22"/>
                <w:szCs w:val="22"/>
              </w:rPr>
              <w:t>TIME*</w:t>
            </w:r>
          </w:p>
        </w:tc>
      </w:tr>
      <w:tr w:rsidR="003436FE" w:rsidRPr="002B370E" w14:paraId="0270BDA0" w14:textId="77777777" w:rsidTr="00010683">
        <w:tc>
          <w:tcPr>
            <w:tcW w:w="4820" w:type="dxa"/>
            <w:shd w:val="pct10" w:color="auto" w:fill="FFFFFF"/>
          </w:tcPr>
          <w:p w14:paraId="1D18F9E0"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w:t>
            </w:r>
            <w:bookmarkStart w:id="1" w:name="_GoBack"/>
            <w:bookmarkEnd w:id="1"/>
            <w:r w:rsidRPr="002B370E">
              <w:rPr>
                <w:b/>
                <w:sz w:val="22"/>
                <w:szCs w:val="22"/>
              </w:rPr>
              <w:t xml:space="preserve">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6236C46A" w14:textId="56E8DC42" w:rsidR="003436FE" w:rsidRPr="002B370E" w:rsidRDefault="00D31906">
            <w:pPr>
              <w:spacing w:before="120" w:after="120"/>
              <w:jc w:val="center"/>
              <w:rPr>
                <w:sz w:val="22"/>
                <w:szCs w:val="22"/>
              </w:rPr>
            </w:pPr>
            <w:r>
              <w:rPr>
                <w:sz w:val="22"/>
                <w:szCs w:val="22"/>
              </w:rPr>
              <w:t>05.</w:t>
            </w:r>
            <w:r w:rsidR="00BE7300">
              <w:rPr>
                <w:sz w:val="22"/>
                <w:szCs w:val="22"/>
              </w:rPr>
              <w:t>02</w:t>
            </w:r>
            <w:r w:rsidR="00004E17">
              <w:rPr>
                <w:sz w:val="22"/>
                <w:szCs w:val="22"/>
              </w:rPr>
              <w:t>.2020</w:t>
            </w:r>
          </w:p>
        </w:tc>
        <w:tc>
          <w:tcPr>
            <w:tcW w:w="1572" w:type="dxa"/>
          </w:tcPr>
          <w:p w14:paraId="6A19FFA1" w14:textId="2D1B184D" w:rsidR="003436FE" w:rsidRPr="002B370E" w:rsidRDefault="00F639E3">
            <w:pPr>
              <w:spacing w:before="120" w:after="120"/>
              <w:jc w:val="center"/>
              <w:rPr>
                <w:sz w:val="22"/>
                <w:szCs w:val="22"/>
              </w:rPr>
            </w:pPr>
            <w:r>
              <w:rPr>
                <w:sz w:val="22"/>
                <w:szCs w:val="22"/>
              </w:rPr>
              <w:t>17:3</w:t>
            </w:r>
            <w:r w:rsidR="00CC2497">
              <w:rPr>
                <w:sz w:val="22"/>
                <w:szCs w:val="22"/>
              </w:rPr>
              <w:t>0</w:t>
            </w:r>
          </w:p>
        </w:tc>
      </w:tr>
      <w:tr w:rsidR="003436FE" w:rsidRPr="002B370E" w14:paraId="4E4E9C9C" w14:textId="77777777" w:rsidTr="00010683">
        <w:tc>
          <w:tcPr>
            <w:tcW w:w="4820" w:type="dxa"/>
            <w:shd w:val="pct10" w:color="auto" w:fill="FFFFFF"/>
          </w:tcPr>
          <w:p w14:paraId="3A275973"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129F5EB5" w14:textId="0D4A7D85" w:rsidR="003436FE" w:rsidRPr="002B370E" w:rsidRDefault="00BE7300">
            <w:pPr>
              <w:spacing w:before="120" w:after="120"/>
              <w:jc w:val="center"/>
              <w:rPr>
                <w:sz w:val="22"/>
                <w:szCs w:val="22"/>
              </w:rPr>
            </w:pPr>
            <w:r>
              <w:rPr>
                <w:sz w:val="22"/>
                <w:szCs w:val="22"/>
              </w:rPr>
              <w:t>12</w:t>
            </w:r>
            <w:r w:rsidR="00004E17">
              <w:rPr>
                <w:sz w:val="22"/>
                <w:szCs w:val="22"/>
              </w:rPr>
              <w:t>.02.2020</w:t>
            </w:r>
          </w:p>
        </w:tc>
        <w:tc>
          <w:tcPr>
            <w:tcW w:w="1572" w:type="dxa"/>
          </w:tcPr>
          <w:p w14:paraId="07010CA4" w14:textId="77777777" w:rsidR="003436FE" w:rsidRPr="002B370E" w:rsidRDefault="003436FE">
            <w:pPr>
              <w:spacing w:before="120" w:after="120"/>
              <w:jc w:val="center"/>
              <w:rPr>
                <w:sz w:val="22"/>
                <w:szCs w:val="22"/>
              </w:rPr>
            </w:pPr>
            <w:r w:rsidRPr="002B370E">
              <w:rPr>
                <w:sz w:val="22"/>
                <w:szCs w:val="22"/>
              </w:rPr>
              <w:t>-</w:t>
            </w:r>
          </w:p>
        </w:tc>
      </w:tr>
      <w:tr w:rsidR="00327DD0" w:rsidRPr="002B370E" w14:paraId="30D9B565" w14:textId="77777777" w:rsidTr="00010683">
        <w:tc>
          <w:tcPr>
            <w:tcW w:w="4820" w:type="dxa"/>
            <w:shd w:val="pct10" w:color="auto" w:fill="FFFFFF"/>
          </w:tcPr>
          <w:p w14:paraId="38DAECE1" w14:textId="77777777" w:rsidR="00327DD0" w:rsidRPr="002B370E" w:rsidRDefault="00327DD0">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41BE5645" w14:textId="1493153B" w:rsidR="00327DD0" w:rsidRPr="002B370E" w:rsidRDefault="00BE7300" w:rsidP="004473BC">
            <w:pPr>
              <w:spacing w:before="120" w:after="120"/>
              <w:jc w:val="center"/>
              <w:rPr>
                <w:sz w:val="22"/>
                <w:szCs w:val="22"/>
              </w:rPr>
            </w:pPr>
            <w:r>
              <w:rPr>
                <w:sz w:val="22"/>
                <w:szCs w:val="22"/>
              </w:rPr>
              <w:t>26</w:t>
            </w:r>
            <w:r w:rsidR="00327DD0">
              <w:rPr>
                <w:sz w:val="22"/>
                <w:szCs w:val="22"/>
              </w:rPr>
              <w:t>.02.2020</w:t>
            </w:r>
          </w:p>
        </w:tc>
        <w:tc>
          <w:tcPr>
            <w:tcW w:w="1572" w:type="dxa"/>
          </w:tcPr>
          <w:p w14:paraId="3E006970" w14:textId="640B53FE" w:rsidR="00327DD0" w:rsidRPr="002B370E" w:rsidRDefault="00CC2497" w:rsidP="004473BC">
            <w:pPr>
              <w:spacing w:before="120" w:after="120"/>
              <w:jc w:val="center"/>
              <w:rPr>
                <w:sz w:val="22"/>
                <w:szCs w:val="22"/>
              </w:rPr>
            </w:pPr>
            <w:r>
              <w:rPr>
                <w:sz w:val="22"/>
                <w:szCs w:val="22"/>
              </w:rPr>
              <w:t>17:</w:t>
            </w:r>
            <w:r w:rsidR="00F639E3">
              <w:rPr>
                <w:sz w:val="22"/>
                <w:szCs w:val="22"/>
              </w:rPr>
              <w:t>3</w:t>
            </w:r>
            <w:r w:rsidR="00327DD0">
              <w:rPr>
                <w:sz w:val="22"/>
                <w:szCs w:val="22"/>
              </w:rPr>
              <w:t>0</w:t>
            </w:r>
          </w:p>
        </w:tc>
      </w:tr>
      <w:tr w:rsidR="00327DD0" w:rsidRPr="002B370E" w14:paraId="39BBED9E" w14:textId="77777777" w:rsidTr="00010683">
        <w:tc>
          <w:tcPr>
            <w:tcW w:w="4820" w:type="dxa"/>
            <w:shd w:val="pct10" w:color="auto" w:fill="FFFFFF"/>
          </w:tcPr>
          <w:p w14:paraId="2B10B703" w14:textId="77777777" w:rsidR="00327DD0" w:rsidRPr="002B370E" w:rsidRDefault="00327DD0" w:rsidP="003436FE">
            <w:pPr>
              <w:spacing w:before="120" w:after="120"/>
              <w:rPr>
                <w:b/>
                <w:sz w:val="22"/>
                <w:szCs w:val="22"/>
              </w:rPr>
            </w:pPr>
            <w:r w:rsidRPr="002B370E">
              <w:rPr>
                <w:b/>
                <w:sz w:val="22"/>
                <w:szCs w:val="22"/>
              </w:rPr>
              <w:t>Interviews (if any)</w:t>
            </w:r>
          </w:p>
        </w:tc>
        <w:tc>
          <w:tcPr>
            <w:tcW w:w="1972" w:type="dxa"/>
          </w:tcPr>
          <w:p w14:paraId="3B49C754" w14:textId="77777777" w:rsidR="00327DD0" w:rsidRPr="006858C0" w:rsidRDefault="00327DD0" w:rsidP="004473BC">
            <w:pPr>
              <w:spacing w:before="120" w:after="120"/>
              <w:jc w:val="center"/>
              <w:rPr>
                <w:sz w:val="22"/>
                <w:szCs w:val="22"/>
              </w:rPr>
            </w:pPr>
            <w:r w:rsidRPr="006858C0">
              <w:rPr>
                <w:sz w:val="22"/>
                <w:szCs w:val="22"/>
              </w:rPr>
              <w:t xml:space="preserve">Not applicable </w:t>
            </w:r>
            <w:r w:rsidRPr="006858C0">
              <w:rPr>
                <w:sz w:val="22"/>
                <w:szCs w:val="22"/>
                <w:vertAlign w:val="superscript"/>
              </w:rPr>
              <w:sym w:font="Monotype Sorts" w:char="F027"/>
            </w:r>
          </w:p>
        </w:tc>
        <w:tc>
          <w:tcPr>
            <w:tcW w:w="1572" w:type="dxa"/>
          </w:tcPr>
          <w:p w14:paraId="1870C82C" w14:textId="77777777" w:rsidR="00327DD0" w:rsidRPr="002B370E" w:rsidRDefault="00327DD0" w:rsidP="003436FE">
            <w:pPr>
              <w:spacing w:before="120" w:after="120"/>
              <w:jc w:val="center"/>
              <w:rPr>
                <w:sz w:val="22"/>
                <w:szCs w:val="22"/>
              </w:rPr>
            </w:pPr>
            <w:r w:rsidRPr="002B370E">
              <w:rPr>
                <w:sz w:val="22"/>
                <w:szCs w:val="22"/>
              </w:rPr>
              <w:t>-</w:t>
            </w:r>
          </w:p>
        </w:tc>
      </w:tr>
      <w:tr w:rsidR="00327DD0" w:rsidRPr="002B370E" w14:paraId="167BCD20" w14:textId="77777777" w:rsidTr="00010683">
        <w:tc>
          <w:tcPr>
            <w:tcW w:w="4820" w:type="dxa"/>
            <w:shd w:val="pct10" w:color="auto" w:fill="FFFFFF"/>
          </w:tcPr>
          <w:p w14:paraId="799791A0" w14:textId="77777777" w:rsidR="00327DD0" w:rsidRPr="002B370E" w:rsidRDefault="00327DD0">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46BA8F0D" w14:textId="4AD5CCDD" w:rsidR="00327DD0" w:rsidRPr="002B370E" w:rsidRDefault="00BE7300" w:rsidP="004473BC">
            <w:pPr>
              <w:spacing w:before="120" w:after="120"/>
              <w:jc w:val="center"/>
              <w:rPr>
                <w:sz w:val="22"/>
                <w:szCs w:val="22"/>
              </w:rPr>
            </w:pPr>
            <w:r>
              <w:rPr>
                <w:sz w:val="22"/>
                <w:szCs w:val="22"/>
              </w:rPr>
              <w:t>27</w:t>
            </w:r>
            <w:r w:rsidR="00327DD0">
              <w:rPr>
                <w:sz w:val="22"/>
                <w:szCs w:val="22"/>
              </w:rPr>
              <w:t>.02.2020</w:t>
            </w:r>
            <w:r w:rsidR="00327DD0" w:rsidRPr="002B370E">
              <w:rPr>
                <w:sz w:val="22"/>
                <w:szCs w:val="22"/>
              </w:rPr>
              <w:t xml:space="preserve"> </w:t>
            </w:r>
            <w:r w:rsidR="00327DD0" w:rsidRPr="002B370E">
              <w:rPr>
                <w:sz w:val="22"/>
                <w:szCs w:val="22"/>
                <w:vertAlign w:val="superscript"/>
              </w:rPr>
              <w:sym w:font="Monotype Sorts" w:char="F027"/>
            </w:r>
          </w:p>
        </w:tc>
        <w:tc>
          <w:tcPr>
            <w:tcW w:w="1572" w:type="dxa"/>
          </w:tcPr>
          <w:p w14:paraId="7E0EBD29" w14:textId="77777777" w:rsidR="00327DD0" w:rsidRPr="002B370E" w:rsidRDefault="00327DD0">
            <w:pPr>
              <w:spacing w:before="120" w:after="120"/>
              <w:jc w:val="center"/>
              <w:rPr>
                <w:sz w:val="22"/>
                <w:szCs w:val="22"/>
              </w:rPr>
            </w:pPr>
            <w:r w:rsidRPr="002B370E">
              <w:rPr>
                <w:sz w:val="22"/>
                <w:szCs w:val="22"/>
              </w:rPr>
              <w:t>-</w:t>
            </w:r>
          </w:p>
        </w:tc>
      </w:tr>
      <w:tr w:rsidR="00327DD0" w:rsidRPr="002B370E" w14:paraId="236150B8" w14:textId="77777777" w:rsidTr="00010683">
        <w:tc>
          <w:tcPr>
            <w:tcW w:w="4820" w:type="dxa"/>
            <w:shd w:val="pct10" w:color="auto" w:fill="FFFFFF"/>
          </w:tcPr>
          <w:p w14:paraId="26790896" w14:textId="77777777" w:rsidR="00327DD0" w:rsidRPr="002B370E" w:rsidRDefault="00327DD0">
            <w:pPr>
              <w:spacing w:before="120" w:after="120"/>
              <w:rPr>
                <w:b/>
                <w:sz w:val="22"/>
                <w:szCs w:val="22"/>
              </w:rPr>
            </w:pPr>
            <w:r w:rsidRPr="002B370E">
              <w:rPr>
                <w:b/>
                <w:sz w:val="22"/>
                <w:szCs w:val="22"/>
              </w:rPr>
              <w:t xml:space="preserve">Notification of award </w:t>
            </w:r>
          </w:p>
        </w:tc>
        <w:tc>
          <w:tcPr>
            <w:tcW w:w="1972" w:type="dxa"/>
          </w:tcPr>
          <w:p w14:paraId="0C4B32AB" w14:textId="1E273D9B" w:rsidR="00327DD0" w:rsidRPr="002B370E" w:rsidRDefault="00BE7300" w:rsidP="004473BC">
            <w:pPr>
              <w:spacing w:before="120" w:after="120"/>
              <w:jc w:val="center"/>
              <w:rPr>
                <w:sz w:val="22"/>
                <w:szCs w:val="22"/>
              </w:rPr>
            </w:pPr>
            <w:r>
              <w:rPr>
                <w:sz w:val="22"/>
                <w:szCs w:val="22"/>
              </w:rPr>
              <w:t>27</w:t>
            </w:r>
            <w:r w:rsidR="00327DD0">
              <w:rPr>
                <w:sz w:val="22"/>
                <w:szCs w:val="22"/>
              </w:rPr>
              <w:t>.02.2020</w:t>
            </w:r>
            <w:r w:rsidR="00327DD0" w:rsidRPr="002B370E">
              <w:rPr>
                <w:sz w:val="22"/>
                <w:szCs w:val="22"/>
                <w:vertAlign w:val="superscript"/>
              </w:rPr>
              <w:sym w:font="Monotype Sorts" w:char="F027"/>
            </w:r>
          </w:p>
        </w:tc>
        <w:tc>
          <w:tcPr>
            <w:tcW w:w="1572" w:type="dxa"/>
          </w:tcPr>
          <w:p w14:paraId="3BE38B3C" w14:textId="77777777" w:rsidR="00327DD0" w:rsidRPr="002B370E" w:rsidRDefault="00327DD0">
            <w:pPr>
              <w:spacing w:before="120" w:after="120"/>
              <w:jc w:val="center"/>
              <w:rPr>
                <w:sz w:val="22"/>
                <w:szCs w:val="22"/>
              </w:rPr>
            </w:pPr>
            <w:r w:rsidRPr="002B370E">
              <w:rPr>
                <w:sz w:val="22"/>
                <w:szCs w:val="22"/>
              </w:rPr>
              <w:t>-</w:t>
            </w:r>
          </w:p>
        </w:tc>
      </w:tr>
      <w:tr w:rsidR="00327DD0" w:rsidRPr="002B370E" w14:paraId="0EE528A0" w14:textId="77777777" w:rsidTr="00010683">
        <w:tc>
          <w:tcPr>
            <w:tcW w:w="4820" w:type="dxa"/>
            <w:shd w:val="pct10" w:color="auto" w:fill="FFFFFF"/>
          </w:tcPr>
          <w:p w14:paraId="6762671A" w14:textId="77777777" w:rsidR="00327DD0" w:rsidRPr="002B370E" w:rsidRDefault="00327DD0">
            <w:pPr>
              <w:spacing w:before="120" w:after="120"/>
              <w:rPr>
                <w:b/>
                <w:sz w:val="22"/>
                <w:szCs w:val="22"/>
              </w:rPr>
            </w:pPr>
            <w:r w:rsidRPr="002B370E">
              <w:rPr>
                <w:b/>
                <w:sz w:val="22"/>
                <w:szCs w:val="22"/>
              </w:rPr>
              <w:t>Contract signature</w:t>
            </w:r>
          </w:p>
        </w:tc>
        <w:tc>
          <w:tcPr>
            <w:tcW w:w="1972" w:type="dxa"/>
          </w:tcPr>
          <w:p w14:paraId="451A3C7E" w14:textId="77777777" w:rsidR="00327DD0" w:rsidRPr="002B370E" w:rsidRDefault="00327DD0" w:rsidP="004473BC">
            <w:pPr>
              <w:spacing w:before="120" w:after="120"/>
              <w:jc w:val="center"/>
              <w:rPr>
                <w:sz w:val="22"/>
                <w:szCs w:val="22"/>
              </w:rPr>
            </w:pPr>
            <w:r>
              <w:rPr>
                <w:sz w:val="22"/>
                <w:szCs w:val="22"/>
              </w:rPr>
              <w:t>27.02.2020</w:t>
            </w:r>
            <w:r w:rsidRPr="002B370E">
              <w:rPr>
                <w:sz w:val="22"/>
                <w:szCs w:val="22"/>
                <w:vertAlign w:val="superscript"/>
              </w:rPr>
              <w:sym w:font="Monotype Sorts" w:char="F027"/>
            </w:r>
          </w:p>
        </w:tc>
        <w:tc>
          <w:tcPr>
            <w:tcW w:w="1572" w:type="dxa"/>
          </w:tcPr>
          <w:p w14:paraId="1A8F84C5" w14:textId="77777777" w:rsidR="00327DD0" w:rsidRPr="002B370E" w:rsidRDefault="00327DD0">
            <w:pPr>
              <w:spacing w:before="120" w:after="120"/>
              <w:jc w:val="center"/>
              <w:rPr>
                <w:sz w:val="22"/>
                <w:szCs w:val="22"/>
              </w:rPr>
            </w:pPr>
            <w:r w:rsidRPr="002B370E">
              <w:rPr>
                <w:sz w:val="22"/>
                <w:szCs w:val="22"/>
              </w:rPr>
              <w:t>-</w:t>
            </w:r>
          </w:p>
        </w:tc>
      </w:tr>
      <w:tr w:rsidR="00327DD0" w:rsidRPr="002B370E" w14:paraId="265BDEE9" w14:textId="77777777" w:rsidTr="00010683">
        <w:tc>
          <w:tcPr>
            <w:tcW w:w="4820" w:type="dxa"/>
            <w:shd w:val="pct10" w:color="auto" w:fill="FFFFFF"/>
          </w:tcPr>
          <w:p w14:paraId="0854384D" w14:textId="77777777" w:rsidR="00327DD0" w:rsidRPr="002B370E" w:rsidRDefault="00327DD0">
            <w:pPr>
              <w:spacing w:before="120" w:after="120"/>
              <w:rPr>
                <w:b/>
                <w:sz w:val="22"/>
                <w:szCs w:val="22"/>
              </w:rPr>
            </w:pPr>
            <w:r>
              <w:rPr>
                <w:b/>
                <w:sz w:val="22"/>
                <w:szCs w:val="22"/>
              </w:rPr>
              <w:t>Start</w:t>
            </w:r>
            <w:r w:rsidRPr="002B370E">
              <w:rPr>
                <w:b/>
                <w:sz w:val="22"/>
                <w:szCs w:val="22"/>
              </w:rPr>
              <w:t xml:space="preserve"> date</w:t>
            </w:r>
          </w:p>
        </w:tc>
        <w:tc>
          <w:tcPr>
            <w:tcW w:w="1972" w:type="dxa"/>
          </w:tcPr>
          <w:p w14:paraId="2200A1F7" w14:textId="1DDB5A6D" w:rsidR="00327DD0" w:rsidRPr="002B370E" w:rsidRDefault="007D14B1" w:rsidP="004473BC">
            <w:pPr>
              <w:spacing w:before="120" w:after="120"/>
              <w:jc w:val="center"/>
              <w:rPr>
                <w:sz w:val="22"/>
                <w:szCs w:val="22"/>
              </w:rPr>
            </w:pPr>
            <w:r>
              <w:rPr>
                <w:sz w:val="22"/>
                <w:szCs w:val="22"/>
              </w:rPr>
              <w:t>03</w:t>
            </w:r>
            <w:r w:rsidR="00BE7300">
              <w:rPr>
                <w:sz w:val="22"/>
                <w:szCs w:val="22"/>
              </w:rPr>
              <w:t>.03</w:t>
            </w:r>
            <w:r w:rsidR="00327DD0">
              <w:rPr>
                <w:sz w:val="22"/>
                <w:szCs w:val="22"/>
              </w:rPr>
              <w:t>.2020</w:t>
            </w:r>
            <w:r w:rsidR="00327DD0" w:rsidRPr="002B370E">
              <w:rPr>
                <w:sz w:val="22"/>
                <w:szCs w:val="22"/>
              </w:rPr>
              <w:t xml:space="preserve"> </w:t>
            </w:r>
            <w:r w:rsidR="00327DD0" w:rsidRPr="002B370E">
              <w:rPr>
                <w:sz w:val="22"/>
                <w:szCs w:val="22"/>
                <w:vertAlign w:val="superscript"/>
              </w:rPr>
              <w:sym w:font="Monotype Sorts" w:char="F027"/>
            </w:r>
          </w:p>
        </w:tc>
        <w:tc>
          <w:tcPr>
            <w:tcW w:w="1572" w:type="dxa"/>
          </w:tcPr>
          <w:p w14:paraId="0D5238DB" w14:textId="77777777" w:rsidR="00327DD0" w:rsidRPr="002B370E" w:rsidRDefault="00327DD0">
            <w:pPr>
              <w:spacing w:before="120" w:after="120"/>
              <w:jc w:val="center"/>
              <w:rPr>
                <w:sz w:val="22"/>
                <w:szCs w:val="22"/>
              </w:rPr>
            </w:pPr>
            <w:r w:rsidRPr="002B370E">
              <w:rPr>
                <w:sz w:val="22"/>
                <w:szCs w:val="22"/>
              </w:rPr>
              <w:t>-</w:t>
            </w:r>
          </w:p>
        </w:tc>
      </w:tr>
    </w:tbl>
    <w:p w14:paraId="2D8350B6"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21BC1536"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478669D8"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0A976A46" w14:textId="77777777"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w:t>
      </w:r>
      <w:r w:rsidR="00EE5A83">
        <w:rPr>
          <w:sz w:val="22"/>
          <w:szCs w:val="22"/>
        </w:rPr>
        <w:lastRenderedPageBreak/>
        <w:t>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6DD4BAFF"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516B1FD"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5214D016" w14:textId="5210C31C" w:rsidR="00D66CD2" w:rsidRPr="00694874" w:rsidRDefault="00D66CD2" w:rsidP="00DA01F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14:paraId="037FC053"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14:paraId="5701EBF2"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56050D26" w14:textId="421C9012" w:rsidR="003436FE" w:rsidRPr="00DA01FA" w:rsidRDefault="003436FE" w:rsidP="003436FE">
      <w:pPr>
        <w:pStyle w:val="BodyText"/>
        <w:widowControl w:val="0"/>
        <w:numPr>
          <w:ilvl w:val="0"/>
          <w:numId w:val="26"/>
        </w:numPr>
        <w:suppressAutoHyphens/>
        <w:spacing w:before="120" w:after="120"/>
        <w:jc w:val="both"/>
        <w:rPr>
          <w:b/>
          <w:szCs w:val="24"/>
        </w:rPr>
      </w:pPr>
      <w:r w:rsidRPr="00DA01FA">
        <w:rPr>
          <w:b/>
          <w:szCs w:val="24"/>
        </w:rPr>
        <w:t>Content of tenders</w:t>
      </w:r>
    </w:p>
    <w:p w14:paraId="1AD63C41"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27D24E19"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4A0AEFAC" w14:textId="7421B64A"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2099641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37A28314"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08B683C"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2F2ABB10" w14:textId="5EA0C650" w:rsidR="003436FE" w:rsidRPr="00686EC9" w:rsidRDefault="003436FE" w:rsidP="003436FE">
      <w:pPr>
        <w:numPr>
          <w:ilvl w:val="0"/>
          <w:numId w:val="27"/>
        </w:numPr>
        <w:tabs>
          <w:tab w:val="clear" w:pos="360"/>
          <w:tab w:val="num" w:pos="851"/>
        </w:tabs>
        <w:spacing w:before="120" w:after="120"/>
        <w:ind w:left="851" w:hanging="284"/>
        <w:jc w:val="both"/>
        <w:rPr>
          <w:sz w:val="22"/>
          <w:szCs w:val="22"/>
        </w:rPr>
      </w:pPr>
      <w:r w:rsidRPr="00686EC9">
        <w:rPr>
          <w:sz w:val="22"/>
          <w:szCs w:val="22"/>
        </w:rPr>
        <w:t>Signed statements of exclusivity and availability (using the template included with the tender submission form), one for each key expert, the purpose of which are as follows:</w:t>
      </w:r>
    </w:p>
    <w:p w14:paraId="155712A2" w14:textId="77777777" w:rsidR="003436FE" w:rsidRPr="00686EC9" w:rsidRDefault="003436FE" w:rsidP="003436FE">
      <w:pPr>
        <w:numPr>
          <w:ilvl w:val="0"/>
          <w:numId w:val="35"/>
        </w:numPr>
        <w:tabs>
          <w:tab w:val="clear" w:pos="360"/>
        </w:tabs>
        <w:spacing w:before="120" w:after="120"/>
        <w:ind w:left="1276"/>
        <w:jc w:val="both"/>
        <w:rPr>
          <w:sz w:val="22"/>
          <w:szCs w:val="22"/>
        </w:rPr>
      </w:pPr>
      <w:r w:rsidRPr="00686EC9">
        <w:rPr>
          <w:sz w:val="22"/>
          <w:szCs w:val="22"/>
        </w:rPr>
        <w:t>The key experts proposed in this tender must not be part of any other tender submitted for this tender procedure. They must therefore commit themselves exclusively to the tenderer.</w:t>
      </w:r>
    </w:p>
    <w:p w14:paraId="48727EB5" w14:textId="77777777" w:rsidR="003436FE" w:rsidRPr="00686EC9" w:rsidRDefault="003436FE" w:rsidP="003436FE">
      <w:pPr>
        <w:keepNext/>
        <w:numPr>
          <w:ilvl w:val="0"/>
          <w:numId w:val="35"/>
        </w:numPr>
        <w:tabs>
          <w:tab w:val="clear" w:pos="360"/>
        </w:tabs>
        <w:spacing w:before="120" w:after="120"/>
        <w:ind w:left="1276" w:hanging="357"/>
        <w:jc w:val="both"/>
        <w:rPr>
          <w:sz w:val="22"/>
          <w:szCs w:val="22"/>
        </w:rPr>
      </w:pPr>
      <w:r w:rsidRPr="00686EC9">
        <w:rPr>
          <w:sz w:val="22"/>
          <w:szCs w:val="22"/>
        </w:rPr>
        <w:lastRenderedPageBreak/>
        <w:t xml:space="preserve">Each key expert must also undertake to be available, able and willing to work for the whole period scheduled for his/her input to implement the tasks set out in the </w:t>
      </w:r>
      <w:r w:rsidR="0021784A" w:rsidRPr="00686EC9">
        <w:rPr>
          <w:sz w:val="22"/>
          <w:szCs w:val="22"/>
        </w:rPr>
        <w:t>t</w:t>
      </w:r>
      <w:r w:rsidRPr="00686EC9">
        <w:rPr>
          <w:sz w:val="22"/>
          <w:szCs w:val="22"/>
        </w:rPr>
        <w:t xml:space="preserve">erms of </w:t>
      </w:r>
      <w:r w:rsidR="0021784A" w:rsidRPr="00686EC9">
        <w:rPr>
          <w:sz w:val="22"/>
          <w:szCs w:val="22"/>
        </w:rPr>
        <w:t>r</w:t>
      </w:r>
      <w:r w:rsidRPr="00686EC9">
        <w:rPr>
          <w:sz w:val="22"/>
          <w:szCs w:val="22"/>
        </w:rPr>
        <w:t xml:space="preserve">eference and/or in the </w:t>
      </w:r>
      <w:r w:rsidR="0021784A" w:rsidRPr="00686EC9">
        <w:rPr>
          <w:sz w:val="22"/>
          <w:szCs w:val="22"/>
        </w:rPr>
        <w:t>o</w:t>
      </w:r>
      <w:r w:rsidRPr="00686EC9">
        <w:rPr>
          <w:sz w:val="22"/>
          <w:szCs w:val="22"/>
        </w:rPr>
        <w:t>rganisation and methodology.</w:t>
      </w:r>
    </w:p>
    <w:p w14:paraId="6B73C5E2" w14:textId="77777777" w:rsidR="003436FE" w:rsidRPr="00686EC9" w:rsidRDefault="003436FE" w:rsidP="003436FE">
      <w:pPr>
        <w:pStyle w:val="BodyText2"/>
        <w:tabs>
          <w:tab w:val="clear" w:pos="567"/>
        </w:tabs>
        <w:spacing w:before="120" w:after="120"/>
        <w:ind w:left="851"/>
        <w:rPr>
          <w:sz w:val="22"/>
          <w:szCs w:val="22"/>
        </w:rPr>
      </w:pPr>
      <w:r w:rsidRPr="00686EC9">
        <w:rPr>
          <w:sz w:val="22"/>
          <w:szCs w:val="22"/>
        </w:rPr>
        <w:t>Note that non-key experts must not be asked to sign statements of exclusivity and availability.</w:t>
      </w:r>
    </w:p>
    <w:p w14:paraId="537B7107" w14:textId="77777777" w:rsidR="003436FE" w:rsidRPr="00686EC9" w:rsidRDefault="003436FE" w:rsidP="003436FE">
      <w:pPr>
        <w:pStyle w:val="BodyText2"/>
        <w:tabs>
          <w:tab w:val="clear" w:pos="567"/>
        </w:tabs>
        <w:spacing w:before="120" w:after="120"/>
        <w:ind w:left="851"/>
        <w:rPr>
          <w:sz w:val="22"/>
          <w:szCs w:val="22"/>
        </w:rPr>
      </w:pPr>
      <w:r w:rsidRPr="00686EC9">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41ABF22F" w14:textId="77777777" w:rsidR="003436FE" w:rsidRPr="00686EC9" w:rsidRDefault="003436FE" w:rsidP="003436FE">
      <w:pPr>
        <w:pStyle w:val="BodyText2"/>
        <w:tabs>
          <w:tab w:val="clear" w:pos="567"/>
        </w:tabs>
        <w:spacing w:before="120" w:after="120"/>
        <w:ind w:left="851"/>
        <w:rPr>
          <w:sz w:val="22"/>
          <w:szCs w:val="22"/>
        </w:rPr>
      </w:pPr>
      <w:r w:rsidRPr="00686EC9">
        <w:rPr>
          <w:sz w:val="22"/>
          <w:szCs w:val="22"/>
        </w:rPr>
        <w:t xml:space="preserve">The expert may participate in parallel tender procedures but must inform the </w:t>
      </w:r>
      <w:r w:rsidR="00C330E1" w:rsidRPr="00686EC9">
        <w:rPr>
          <w:sz w:val="22"/>
          <w:szCs w:val="22"/>
        </w:rPr>
        <w:t>c</w:t>
      </w:r>
      <w:r w:rsidRPr="00686EC9">
        <w:rPr>
          <w:sz w:val="22"/>
          <w:szCs w:val="22"/>
        </w:rPr>
        <w:t xml:space="preserve">ontracting </w:t>
      </w:r>
      <w:r w:rsidR="00C330E1" w:rsidRPr="00686EC9">
        <w:rPr>
          <w:sz w:val="22"/>
          <w:szCs w:val="22"/>
        </w:rPr>
        <w:t>a</w:t>
      </w:r>
      <w:r w:rsidRPr="00686EC9">
        <w:rPr>
          <w:sz w:val="22"/>
          <w:szCs w:val="22"/>
        </w:rPr>
        <w:t xml:space="preserve">uthority of these in the </w:t>
      </w:r>
      <w:r w:rsidR="0021784A" w:rsidRPr="00686EC9">
        <w:rPr>
          <w:sz w:val="22"/>
          <w:szCs w:val="22"/>
        </w:rPr>
        <w:t>s</w:t>
      </w:r>
      <w:r w:rsidRPr="00686EC9">
        <w:rPr>
          <w:sz w:val="22"/>
          <w:szCs w:val="22"/>
        </w:rPr>
        <w:t xml:space="preserve">tatement of </w:t>
      </w:r>
      <w:r w:rsidR="0021784A" w:rsidRPr="00686EC9">
        <w:rPr>
          <w:sz w:val="22"/>
          <w:szCs w:val="22"/>
        </w:rPr>
        <w:t>e</w:t>
      </w:r>
      <w:r w:rsidRPr="00686EC9">
        <w:rPr>
          <w:sz w:val="22"/>
          <w:szCs w:val="22"/>
        </w:rPr>
        <w:t xml:space="preserve">xclusivity and </w:t>
      </w:r>
      <w:r w:rsidR="003925C5" w:rsidRPr="00686EC9">
        <w:rPr>
          <w:sz w:val="22"/>
          <w:szCs w:val="22"/>
        </w:rPr>
        <w:t>availability</w:t>
      </w:r>
      <w:r w:rsidRPr="00686EC9">
        <w:rPr>
          <w:sz w:val="22"/>
          <w:szCs w:val="22"/>
        </w:rPr>
        <w:t xml:space="preserve">. Furthermore, the expert </w:t>
      </w:r>
      <w:r w:rsidR="00495144" w:rsidRPr="00686EC9">
        <w:rPr>
          <w:sz w:val="22"/>
          <w:szCs w:val="22"/>
        </w:rPr>
        <w:t>is expected to</w:t>
      </w:r>
      <w:r w:rsidR="00495144" w:rsidRPr="00686EC9" w:rsidDel="00495144">
        <w:rPr>
          <w:sz w:val="22"/>
          <w:szCs w:val="22"/>
        </w:rPr>
        <w:t xml:space="preserve"> </w:t>
      </w:r>
      <w:r w:rsidRPr="00686EC9">
        <w:rPr>
          <w:sz w:val="22"/>
          <w:szCs w:val="22"/>
        </w:rPr>
        <w:t xml:space="preserve">notify the tenderer immediately if he/she is successful in another tender procedure and he/she </w:t>
      </w:r>
      <w:r w:rsidR="00495144" w:rsidRPr="00686EC9">
        <w:rPr>
          <w:sz w:val="22"/>
          <w:szCs w:val="22"/>
        </w:rPr>
        <w:t>is expected to</w:t>
      </w:r>
      <w:r w:rsidRPr="00686EC9">
        <w:rPr>
          <w:sz w:val="22"/>
          <w:szCs w:val="22"/>
        </w:rPr>
        <w:t xml:space="preserve"> accept the first engagement offered to him/her chronologically.</w:t>
      </w:r>
    </w:p>
    <w:p w14:paraId="7C76CA57" w14:textId="77777777" w:rsidR="003436FE" w:rsidRPr="00686EC9" w:rsidRDefault="003436FE" w:rsidP="003436FE">
      <w:pPr>
        <w:pStyle w:val="BodyText2"/>
        <w:tabs>
          <w:tab w:val="clear" w:pos="567"/>
        </w:tabs>
        <w:spacing w:before="120" w:after="120"/>
        <w:ind w:left="851"/>
        <w:rPr>
          <w:sz w:val="22"/>
          <w:szCs w:val="22"/>
        </w:rPr>
      </w:pPr>
      <w:r w:rsidRPr="00686EC9">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43D6091" w14:textId="58E4C679" w:rsidR="003436FE" w:rsidRPr="00686EC9" w:rsidRDefault="003436FE" w:rsidP="003436FE">
      <w:pPr>
        <w:pStyle w:val="BodyText2"/>
        <w:widowControl w:val="0"/>
        <w:tabs>
          <w:tab w:val="clear" w:pos="567"/>
        </w:tabs>
        <w:spacing w:before="120" w:after="120"/>
        <w:ind w:left="851"/>
        <w:rPr>
          <w:sz w:val="22"/>
          <w:szCs w:val="22"/>
        </w:rPr>
      </w:pPr>
      <w:r w:rsidRPr="00686EC9">
        <w:rPr>
          <w:sz w:val="22"/>
          <w:szCs w:val="22"/>
        </w:rPr>
        <w:t xml:space="preserve">Having selected a firm partly on the basis of an evaluation of the key experts presented in the tender, the </w:t>
      </w:r>
      <w:r w:rsidR="00C330E1" w:rsidRPr="00686EC9">
        <w:rPr>
          <w:sz w:val="22"/>
          <w:szCs w:val="22"/>
        </w:rPr>
        <w:t>c</w:t>
      </w:r>
      <w:r w:rsidRPr="00686EC9">
        <w:rPr>
          <w:sz w:val="22"/>
          <w:szCs w:val="22"/>
        </w:rPr>
        <w:t xml:space="preserve">ontracting </w:t>
      </w:r>
      <w:r w:rsidR="00C330E1" w:rsidRPr="00686EC9">
        <w:rPr>
          <w:sz w:val="22"/>
          <w:szCs w:val="22"/>
        </w:rPr>
        <w:t>a</w:t>
      </w:r>
      <w:r w:rsidRPr="00686EC9">
        <w:rPr>
          <w:sz w:val="22"/>
          <w:szCs w:val="22"/>
        </w:rPr>
        <w:t xml:space="preserve">uthority expects the contract to be executed by these specific experts. </w:t>
      </w:r>
      <w:r w:rsidR="006F5D6C" w:rsidRPr="00686EC9">
        <w:rPr>
          <w:sz w:val="22"/>
          <w:szCs w:val="22"/>
        </w:rPr>
        <w:t>However, a</w:t>
      </w:r>
      <w:r w:rsidRPr="00686EC9">
        <w:rPr>
          <w:sz w:val="22"/>
          <w:szCs w:val="22"/>
        </w:rPr>
        <w:t xml:space="preserve">fter the </w:t>
      </w:r>
      <w:r w:rsidR="006F5D6C" w:rsidRPr="00686EC9">
        <w:rPr>
          <w:sz w:val="22"/>
          <w:szCs w:val="22"/>
        </w:rPr>
        <w:t>award</w:t>
      </w:r>
      <w:r w:rsidRPr="00686EC9">
        <w:rPr>
          <w:sz w:val="22"/>
          <w:szCs w:val="22"/>
        </w:rPr>
        <w:t xml:space="preserve"> </w:t>
      </w:r>
      <w:r w:rsidR="008531BA" w:rsidRPr="00686EC9">
        <w:rPr>
          <w:sz w:val="22"/>
          <w:szCs w:val="22"/>
        </w:rPr>
        <w:t xml:space="preserve">letter, </w:t>
      </w:r>
      <w:r w:rsidRPr="00686EC9">
        <w:rPr>
          <w:sz w:val="22"/>
          <w:szCs w:val="22"/>
        </w:rPr>
        <w:t xml:space="preserve">the </w:t>
      </w:r>
      <w:r w:rsidR="003121C6" w:rsidRPr="00686EC9">
        <w:rPr>
          <w:sz w:val="22"/>
          <w:szCs w:val="22"/>
        </w:rPr>
        <w:t xml:space="preserve">selected </w:t>
      </w:r>
      <w:r w:rsidRPr="00686EC9">
        <w:rPr>
          <w:sz w:val="22"/>
          <w:szCs w:val="22"/>
        </w:rPr>
        <w:t>tenderer may propose replacement</w:t>
      </w:r>
      <w:r w:rsidR="003121C6" w:rsidRPr="00686EC9">
        <w:rPr>
          <w:sz w:val="22"/>
          <w:szCs w:val="22"/>
        </w:rPr>
        <w:t>s</w:t>
      </w:r>
      <w:r w:rsidRPr="00686EC9">
        <w:rPr>
          <w:sz w:val="22"/>
          <w:szCs w:val="22"/>
        </w:rPr>
        <w:t xml:space="preserve"> </w:t>
      </w:r>
      <w:r w:rsidR="003121C6" w:rsidRPr="00686EC9">
        <w:rPr>
          <w:sz w:val="22"/>
          <w:szCs w:val="22"/>
        </w:rPr>
        <w:t>for the key experts under certain conditions (for further information see point 14).</w:t>
      </w:r>
    </w:p>
    <w:p w14:paraId="71AE8958"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14:paraId="4FD7D9BF"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26C95A11"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1591045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75F2522"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lastRenderedPageBreak/>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34AB6E80" w14:textId="16283FC5" w:rsidR="003436FE" w:rsidRPr="00686EC9" w:rsidRDefault="00686EC9" w:rsidP="003436FE">
      <w:pPr>
        <w:numPr>
          <w:ilvl w:val="0"/>
          <w:numId w:val="20"/>
        </w:numPr>
        <w:tabs>
          <w:tab w:val="num" w:pos="567"/>
        </w:tabs>
        <w:spacing w:before="120" w:after="120"/>
        <w:ind w:left="567" w:hanging="567"/>
        <w:jc w:val="both"/>
        <w:rPr>
          <w:sz w:val="22"/>
          <w:szCs w:val="22"/>
        </w:rPr>
      </w:pPr>
      <w:r>
        <w:rPr>
          <w:sz w:val="22"/>
          <w:szCs w:val="22"/>
        </w:rPr>
        <w:t xml:space="preserve"> </w:t>
      </w:r>
      <w:r w:rsidR="003436FE" w:rsidRPr="00686EC9">
        <w:rPr>
          <w:b/>
          <w:sz w:val="22"/>
          <w:szCs w:val="22"/>
        </w:rPr>
        <w:t>Key experts</w:t>
      </w:r>
      <w:r w:rsidR="003436FE" w:rsidRPr="00686EC9">
        <w:rPr>
          <w:sz w:val="22"/>
          <w:szCs w:val="22"/>
        </w:rPr>
        <w:t xml:space="preserve"> (to become Annex IV to the contract). The key experts are those whose involvement is considered to be instrumental to achieve the contract objectives.</w:t>
      </w:r>
    </w:p>
    <w:p w14:paraId="2FBB03A9" w14:textId="21231FF1" w:rsidR="003436FE" w:rsidRPr="00686EC9" w:rsidRDefault="003436FE" w:rsidP="003436FE">
      <w:pPr>
        <w:spacing w:before="120" w:after="120"/>
        <w:ind w:left="567"/>
        <w:jc w:val="both"/>
        <w:rPr>
          <w:sz w:val="22"/>
          <w:szCs w:val="22"/>
        </w:rPr>
      </w:pPr>
      <w:r w:rsidRPr="00686EC9">
        <w:rPr>
          <w:sz w:val="22"/>
          <w:szCs w:val="22"/>
        </w:rPr>
        <w:t>Annex IV to the draft contract contains the templates that tenderers must use, including:</w:t>
      </w:r>
    </w:p>
    <w:p w14:paraId="34883819" w14:textId="77777777" w:rsidR="003436FE" w:rsidRPr="00686EC9" w:rsidRDefault="003436FE" w:rsidP="003436FE">
      <w:pPr>
        <w:numPr>
          <w:ilvl w:val="0"/>
          <w:numId w:val="4"/>
        </w:numPr>
        <w:tabs>
          <w:tab w:val="clear" w:pos="360"/>
        </w:tabs>
        <w:spacing w:before="120" w:after="120"/>
        <w:ind w:left="993" w:hanging="425"/>
        <w:jc w:val="both"/>
        <w:rPr>
          <w:sz w:val="22"/>
          <w:szCs w:val="22"/>
        </w:rPr>
      </w:pPr>
      <w:r w:rsidRPr="00686EC9">
        <w:rPr>
          <w:sz w:val="22"/>
          <w:szCs w:val="22"/>
        </w:rPr>
        <w:t>a list of the names of the key experts;</w:t>
      </w:r>
    </w:p>
    <w:p w14:paraId="68DCD86B" w14:textId="77777777" w:rsidR="003436FE" w:rsidRPr="00686EC9" w:rsidRDefault="003436FE" w:rsidP="003436FE">
      <w:pPr>
        <w:numPr>
          <w:ilvl w:val="0"/>
          <w:numId w:val="4"/>
        </w:numPr>
        <w:tabs>
          <w:tab w:val="clear" w:pos="360"/>
        </w:tabs>
        <w:spacing w:before="120" w:after="120"/>
        <w:ind w:left="993" w:hanging="425"/>
        <w:jc w:val="both"/>
        <w:rPr>
          <w:sz w:val="22"/>
          <w:szCs w:val="22"/>
        </w:rPr>
      </w:pPr>
      <w:r w:rsidRPr="00686EC9">
        <w:rPr>
          <w:sz w:val="22"/>
          <w:szCs w:val="22"/>
        </w:rPr>
        <w:t>the CVs of each of the key experts.</w:t>
      </w:r>
      <w:r w:rsidRPr="00686EC9">
        <w:rPr>
          <w:b/>
          <w:sz w:val="22"/>
          <w:szCs w:val="22"/>
        </w:rPr>
        <w:t xml:space="preserve"> </w:t>
      </w:r>
      <w:r w:rsidRPr="00686EC9">
        <w:rPr>
          <w:sz w:val="22"/>
          <w:szCs w:val="22"/>
        </w:rPr>
        <w:t xml:space="preserve">Each CV </w:t>
      </w:r>
      <w:r w:rsidR="00AA3043" w:rsidRPr="00686EC9">
        <w:rPr>
          <w:sz w:val="22"/>
          <w:szCs w:val="22"/>
        </w:rPr>
        <w:t xml:space="preserve">should </w:t>
      </w:r>
      <w:r w:rsidRPr="00686EC9">
        <w:rPr>
          <w:sz w:val="22"/>
          <w:szCs w:val="22"/>
        </w:rPr>
        <w:t xml:space="preserve">be no longer than 3 pages and only one CV </w:t>
      </w:r>
      <w:r w:rsidR="00AA3043" w:rsidRPr="00686EC9">
        <w:rPr>
          <w:sz w:val="22"/>
          <w:szCs w:val="22"/>
        </w:rPr>
        <w:t xml:space="preserve">must </w:t>
      </w:r>
      <w:r w:rsidRPr="00686EC9">
        <w:rPr>
          <w:sz w:val="22"/>
          <w:szCs w:val="22"/>
        </w:rPr>
        <w:t xml:space="preserve">be provided for each position identified in the </w:t>
      </w:r>
      <w:r w:rsidR="0021784A" w:rsidRPr="00686EC9">
        <w:rPr>
          <w:sz w:val="22"/>
          <w:szCs w:val="22"/>
        </w:rPr>
        <w:t>t</w:t>
      </w:r>
      <w:r w:rsidRPr="00686EC9">
        <w:rPr>
          <w:sz w:val="22"/>
          <w:szCs w:val="22"/>
        </w:rPr>
        <w:t xml:space="preserve">erms of </w:t>
      </w:r>
      <w:r w:rsidR="0021784A" w:rsidRPr="00686EC9">
        <w:rPr>
          <w:sz w:val="22"/>
          <w:szCs w:val="22"/>
        </w:rPr>
        <w:t>r</w:t>
      </w:r>
      <w:r w:rsidRPr="00686EC9">
        <w:rPr>
          <w:sz w:val="22"/>
          <w:szCs w:val="22"/>
        </w:rPr>
        <w:t>eference.</w:t>
      </w:r>
      <w:r w:rsidR="00047F95" w:rsidRPr="00686EC9">
        <w:rPr>
          <w:sz w:val="22"/>
          <w:szCs w:val="22"/>
        </w:rPr>
        <w:t xml:space="preserve"> Only the work experience mentioned in the CV will be considered by the evaluation committee.</w:t>
      </w:r>
      <w:r w:rsidRPr="00686EC9">
        <w:rPr>
          <w:sz w:val="22"/>
          <w:szCs w:val="22"/>
        </w:rPr>
        <w:t xml:space="preserve"> Note that the CVs of non-key experts must not be submitted.</w:t>
      </w:r>
    </w:p>
    <w:p w14:paraId="7B6769B1" w14:textId="77777777" w:rsidR="003436FE" w:rsidRPr="00686EC9" w:rsidRDefault="003436FE" w:rsidP="00632671">
      <w:pPr>
        <w:spacing w:before="120" w:after="120"/>
        <w:ind w:left="567"/>
        <w:jc w:val="both"/>
        <w:rPr>
          <w:sz w:val="22"/>
          <w:szCs w:val="22"/>
        </w:rPr>
      </w:pPr>
      <w:r w:rsidRPr="00686EC9">
        <w:rPr>
          <w:sz w:val="22"/>
          <w:szCs w:val="22"/>
        </w:rPr>
        <w:t xml:space="preserve">The qualifications and experience of each key expert must clearly match the profiles indicated in the </w:t>
      </w:r>
      <w:r w:rsidR="0021784A" w:rsidRPr="00686EC9">
        <w:rPr>
          <w:sz w:val="22"/>
          <w:szCs w:val="22"/>
        </w:rPr>
        <w:t>t</w:t>
      </w:r>
      <w:r w:rsidRPr="00686EC9">
        <w:rPr>
          <w:sz w:val="22"/>
          <w:szCs w:val="22"/>
        </w:rPr>
        <w:t xml:space="preserve">erms of </w:t>
      </w:r>
      <w:r w:rsidR="0021784A" w:rsidRPr="00686EC9">
        <w:rPr>
          <w:sz w:val="22"/>
          <w:szCs w:val="22"/>
        </w:rPr>
        <w:t>r</w:t>
      </w:r>
      <w:r w:rsidRPr="00686EC9">
        <w:rPr>
          <w:sz w:val="22"/>
          <w:szCs w:val="22"/>
        </w:rPr>
        <w:t>eference.</w:t>
      </w:r>
      <w:r w:rsidR="008A2426" w:rsidRPr="00686EC9">
        <w:rPr>
          <w:sz w:val="22"/>
          <w:szCs w:val="22"/>
        </w:rPr>
        <w:t xml:space="preserve"> </w:t>
      </w:r>
      <w:r w:rsidR="0017009E" w:rsidRPr="00686EC9">
        <w:rPr>
          <w:sz w:val="22"/>
          <w:szCs w:val="22"/>
        </w:rPr>
        <w:t xml:space="preserve">If </w:t>
      </w:r>
      <w:r w:rsidR="008A2426" w:rsidRPr="00686EC9">
        <w:rPr>
          <w:sz w:val="22"/>
          <w:szCs w:val="22"/>
        </w:rPr>
        <w:t xml:space="preserve">an expert does not meet the minimum requirements for </w:t>
      </w:r>
      <w:r w:rsidR="0017009E" w:rsidRPr="00686EC9">
        <w:rPr>
          <w:sz w:val="22"/>
          <w:szCs w:val="22"/>
        </w:rPr>
        <w:t xml:space="preserve">each evaluation criterion (i.e. </w:t>
      </w:r>
      <w:r w:rsidR="008A2426" w:rsidRPr="00686EC9">
        <w:rPr>
          <w:sz w:val="22"/>
          <w:szCs w:val="22"/>
        </w:rPr>
        <w:t>qualification and skills, general professional experience and specific professional experience</w:t>
      </w:r>
      <w:r w:rsidR="0017009E" w:rsidRPr="00686EC9">
        <w:rPr>
          <w:sz w:val="22"/>
          <w:szCs w:val="22"/>
        </w:rPr>
        <w:t>)</w:t>
      </w:r>
      <w:r w:rsidR="008A2426" w:rsidRPr="00686EC9">
        <w:rPr>
          <w:sz w:val="22"/>
          <w:szCs w:val="22"/>
        </w:rPr>
        <w:t xml:space="preserve">, he/she must be rejected. </w:t>
      </w:r>
      <w:r w:rsidR="0017009E" w:rsidRPr="00686EC9">
        <w:rPr>
          <w:sz w:val="22"/>
          <w:szCs w:val="22"/>
        </w:rPr>
        <w:t>In such case</w:t>
      </w:r>
      <w:r w:rsidR="008A2426" w:rsidRPr="00686EC9">
        <w:rPr>
          <w:sz w:val="22"/>
          <w:szCs w:val="22"/>
        </w:rPr>
        <w:t xml:space="preserve"> the entire tender </w:t>
      </w:r>
      <w:r w:rsidR="0017009E" w:rsidRPr="00686EC9">
        <w:rPr>
          <w:sz w:val="22"/>
          <w:szCs w:val="22"/>
        </w:rPr>
        <w:t>shall be</w:t>
      </w:r>
      <w:r w:rsidR="008A2426" w:rsidRPr="00686EC9">
        <w:rPr>
          <w:sz w:val="22"/>
          <w:szCs w:val="22"/>
        </w:rPr>
        <w:t xml:space="preserve"> rejected.</w:t>
      </w:r>
      <w:r w:rsidRPr="00686EC9">
        <w:rPr>
          <w:sz w:val="22"/>
          <w:szCs w:val="22"/>
        </w:rPr>
        <w:t xml:space="preserve"> </w:t>
      </w:r>
    </w:p>
    <w:p w14:paraId="494EAFEC" w14:textId="77777777" w:rsidR="003436FE" w:rsidRPr="00686EC9" w:rsidRDefault="003436FE" w:rsidP="00010683">
      <w:pPr>
        <w:pStyle w:val="BodyTextIndent"/>
        <w:tabs>
          <w:tab w:val="clear" w:pos="567"/>
        </w:tabs>
        <w:spacing w:before="120"/>
        <w:ind w:firstLine="0"/>
        <w:rPr>
          <w:sz w:val="22"/>
          <w:szCs w:val="22"/>
        </w:rPr>
      </w:pPr>
      <w:r w:rsidRPr="00686EC9">
        <w:rPr>
          <w:sz w:val="22"/>
          <w:szCs w:val="22"/>
        </w:rPr>
        <w:t>Tenderers must provide the following documents for any key experts proposed:</w:t>
      </w:r>
    </w:p>
    <w:p w14:paraId="6ABFDE0D" w14:textId="77777777" w:rsidR="003436FE" w:rsidRPr="00686EC9" w:rsidRDefault="003436FE" w:rsidP="003436FE">
      <w:pPr>
        <w:pStyle w:val="BodyTextIndent"/>
        <w:tabs>
          <w:tab w:val="clear" w:pos="567"/>
        </w:tabs>
        <w:spacing w:before="120"/>
        <w:ind w:left="851" w:hanging="142"/>
        <w:rPr>
          <w:sz w:val="22"/>
          <w:szCs w:val="22"/>
        </w:rPr>
      </w:pPr>
      <w:r w:rsidRPr="00686EC9">
        <w:rPr>
          <w:sz w:val="22"/>
          <w:szCs w:val="22"/>
        </w:rPr>
        <w:t>-</w:t>
      </w:r>
      <w:r w:rsidRPr="00686EC9">
        <w:rPr>
          <w:sz w:val="22"/>
          <w:szCs w:val="22"/>
        </w:rPr>
        <w:tab/>
        <w:t>a copy of the diplomas mentioned in their CVs,</w:t>
      </w:r>
    </w:p>
    <w:p w14:paraId="4129ACDD" w14:textId="2A568E1E" w:rsidR="003436FE" w:rsidRPr="00686EC9" w:rsidRDefault="003436FE" w:rsidP="00686EC9">
      <w:pPr>
        <w:pStyle w:val="BodyTextIndent"/>
        <w:tabs>
          <w:tab w:val="clear" w:pos="567"/>
        </w:tabs>
        <w:spacing w:before="120"/>
        <w:ind w:left="851" w:hanging="142"/>
        <w:rPr>
          <w:sz w:val="22"/>
          <w:szCs w:val="22"/>
        </w:rPr>
      </w:pPr>
      <w:r w:rsidRPr="00686EC9">
        <w:rPr>
          <w:sz w:val="22"/>
          <w:szCs w:val="22"/>
        </w:rPr>
        <w:t>-</w:t>
      </w:r>
      <w:r w:rsidRPr="00686EC9">
        <w:rPr>
          <w:sz w:val="22"/>
          <w:szCs w:val="22"/>
        </w:rPr>
        <w:tab/>
        <w:t>a copy of employer certificates or references</w:t>
      </w:r>
      <w:r w:rsidR="002F1241" w:rsidRPr="00686EC9">
        <w:rPr>
          <w:sz w:val="22"/>
          <w:szCs w:val="22"/>
        </w:rPr>
        <w:t xml:space="preserve"> or signed copies of consultancy or labour contracts</w:t>
      </w:r>
      <w:r w:rsidRPr="00686EC9">
        <w:rPr>
          <w:sz w:val="22"/>
          <w:szCs w:val="22"/>
        </w:rPr>
        <w:t xml:space="preserve"> proving the professional experience indicated in their CVs.</w:t>
      </w:r>
      <w:r w:rsidR="006C4BA3" w:rsidRPr="00686EC9">
        <w:rPr>
          <w:sz w:val="22"/>
          <w:szCs w:val="22"/>
        </w:rPr>
        <w:t xml:space="preserve"> </w:t>
      </w:r>
      <w:r w:rsidR="001A7BA0" w:rsidRPr="00686EC9">
        <w:rPr>
          <w:sz w:val="22"/>
          <w:szCs w:val="22"/>
        </w:rPr>
        <w:t>The admissibility of a</w:t>
      </w:r>
      <w:r w:rsidR="006C4BA3" w:rsidRPr="00686EC9">
        <w:rPr>
          <w:sz w:val="22"/>
          <w:szCs w:val="22"/>
        </w:rPr>
        <w:t>n</w:t>
      </w:r>
      <w:r w:rsidR="001A7BA0" w:rsidRPr="00686EC9">
        <w:rPr>
          <w:sz w:val="22"/>
          <w:szCs w:val="22"/>
        </w:rPr>
        <w:t>y other supporting documents</w:t>
      </w:r>
      <w:r w:rsidR="006C4BA3" w:rsidRPr="00686EC9">
        <w:rPr>
          <w:sz w:val="22"/>
          <w:szCs w:val="22"/>
        </w:rPr>
        <w:t xml:space="preserve"> to prove the work experience indicated in the CV will be subject to the discretion of the contracting authority.</w:t>
      </w:r>
    </w:p>
    <w:p w14:paraId="76D97D30" w14:textId="74C7A6CA" w:rsidR="003436FE" w:rsidRDefault="003436FE" w:rsidP="003436FE">
      <w:pPr>
        <w:pStyle w:val="BodyTextIndent"/>
        <w:tabs>
          <w:tab w:val="clear" w:pos="567"/>
        </w:tabs>
        <w:spacing w:before="120"/>
        <w:ind w:left="709" w:firstLine="0"/>
        <w:rPr>
          <w:sz w:val="22"/>
          <w:szCs w:val="22"/>
        </w:rPr>
      </w:pPr>
      <w:r w:rsidRPr="00686EC9">
        <w:rPr>
          <w:sz w:val="22"/>
          <w:szCs w:val="22"/>
        </w:rPr>
        <w:t>Only diplomas and documented experience will be taken into account.</w:t>
      </w:r>
      <w:r w:rsidR="00A06BCE" w:rsidRPr="00686EC9">
        <w:rPr>
          <w:sz w:val="22"/>
          <w:szCs w:val="22"/>
        </w:rPr>
        <w:t xml:space="preserve"> Previous experience which would have led to breach of contract and termination shall not be used as reference.</w:t>
      </w:r>
    </w:p>
    <w:p w14:paraId="10A491A7"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147466D9"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509A48A1"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9E1325D" w14:textId="77777777" w:rsidR="003436FE" w:rsidRPr="009676D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w:t>
      </w:r>
      <w:r w:rsidRPr="002B370E">
        <w:rPr>
          <w:color w:val="000000"/>
          <w:sz w:val="22"/>
          <w:szCs w:val="22"/>
        </w:rPr>
        <w:lastRenderedPageBreak/>
        <w:t>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w:t>
      </w:r>
      <w:r w:rsidRPr="009676DE">
        <w:rPr>
          <w:color w:val="000000"/>
          <w:sz w:val="22"/>
          <w:szCs w:val="22"/>
        </w:rPr>
        <w:t>documentary evidence has already been provided in a previous procurement procedure and confirm that his/her situation has not changed.</w:t>
      </w:r>
    </w:p>
    <w:p w14:paraId="5F55E683" w14:textId="26444629" w:rsidR="001B2CA6" w:rsidRPr="009676DE" w:rsidRDefault="003121C6" w:rsidP="003121C6">
      <w:pPr>
        <w:spacing w:before="120" w:after="120"/>
        <w:ind w:left="567" w:hanging="567"/>
        <w:jc w:val="both"/>
        <w:rPr>
          <w:color w:val="000000"/>
          <w:sz w:val="22"/>
          <w:szCs w:val="22"/>
        </w:rPr>
      </w:pPr>
      <w:r w:rsidRPr="009676DE">
        <w:rPr>
          <w:color w:val="000000"/>
          <w:sz w:val="22"/>
          <w:szCs w:val="22"/>
        </w:rPr>
        <w:t>(6)</w:t>
      </w:r>
      <w:r w:rsidR="00010683" w:rsidRPr="009676DE">
        <w:rPr>
          <w:color w:val="000000"/>
          <w:sz w:val="22"/>
          <w:szCs w:val="22"/>
        </w:rPr>
        <w:tab/>
      </w:r>
      <w:r w:rsidRPr="009676DE">
        <w:rPr>
          <w:color w:val="000000"/>
          <w:sz w:val="22"/>
          <w:szCs w:val="22"/>
        </w:rPr>
        <w:t xml:space="preserve">Documentary evidence of the financial and economic capacity </w:t>
      </w:r>
      <w:r w:rsidR="000F0B96" w:rsidRPr="009676DE">
        <w:rPr>
          <w:color w:val="000000"/>
          <w:sz w:val="22"/>
          <w:szCs w:val="22"/>
        </w:rPr>
        <w:t>and/or of</w:t>
      </w:r>
      <w:r w:rsidRPr="009676DE">
        <w:rPr>
          <w:color w:val="000000"/>
          <w:sz w:val="22"/>
          <w:szCs w:val="22"/>
        </w:rPr>
        <w:t xml:space="preserve"> the technical and professional capacity according to the selection criteria specified in </w:t>
      </w:r>
      <w:r w:rsidR="005D2BA9" w:rsidRPr="009676DE">
        <w:rPr>
          <w:color w:val="000000"/>
          <w:sz w:val="22"/>
          <w:szCs w:val="22"/>
        </w:rPr>
        <w:t xml:space="preserve">point 16 of </w:t>
      </w:r>
      <w:r w:rsidRPr="009676DE">
        <w:rPr>
          <w:color w:val="000000"/>
          <w:sz w:val="22"/>
          <w:szCs w:val="22"/>
        </w:rPr>
        <w:t xml:space="preserve">the </w:t>
      </w:r>
      <w:r w:rsidR="00412107" w:rsidRPr="009676DE">
        <w:rPr>
          <w:color w:val="000000"/>
          <w:sz w:val="22"/>
          <w:szCs w:val="22"/>
        </w:rPr>
        <w:t xml:space="preserve">contract </w:t>
      </w:r>
      <w:r w:rsidRPr="009676DE">
        <w:rPr>
          <w:color w:val="000000"/>
          <w:sz w:val="22"/>
          <w:szCs w:val="22"/>
        </w:rPr>
        <w:t xml:space="preserve">notice. </w:t>
      </w:r>
      <w:r w:rsidR="00C3216F" w:rsidRPr="009676DE">
        <w:rPr>
          <w:sz w:val="22"/>
          <w:szCs w:val="22"/>
        </w:rPr>
        <w:t>(S</w:t>
      </w:r>
      <w:r w:rsidRPr="009676DE">
        <w:rPr>
          <w:sz w:val="22"/>
          <w:szCs w:val="22"/>
        </w:rPr>
        <w:t xml:space="preserve">ee further </w:t>
      </w:r>
      <w:r w:rsidR="00543D27" w:rsidRPr="009676DE">
        <w:rPr>
          <w:sz w:val="22"/>
          <w:szCs w:val="22"/>
        </w:rPr>
        <w:t>Section</w:t>
      </w:r>
      <w:r w:rsidRPr="009676DE">
        <w:rPr>
          <w:sz w:val="22"/>
          <w:szCs w:val="22"/>
        </w:rPr>
        <w:t xml:space="preserve"> 2.</w:t>
      </w:r>
      <w:r w:rsidR="00C330E1" w:rsidRPr="009676DE">
        <w:rPr>
          <w:sz w:val="22"/>
          <w:szCs w:val="22"/>
        </w:rPr>
        <w:t>6</w:t>
      </w:r>
      <w:r w:rsidRPr="009676DE">
        <w:rPr>
          <w:sz w:val="22"/>
          <w:szCs w:val="22"/>
        </w:rPr>
        <w:t xml:space="preserve">.11 of the </w:t>
      </w:r>
      <w:r w:rsidR="00C330E1" w:rsidRPr="009676DE">
        <w:rPr>
          <w:sz w:val="22"/>
          <w:szCs w:val="22"/>
        </w:rPr>
        <w:t>p</w:t>
      </w:r>
      <w:r w:rsidRPr="009676DE">
        <w:rPr>
          <w:sz w:val="22"/>
          <w:szCs w:val="22"/>
        </w:rPr>
        <w:t xml:space="preserve">ractical </w:t>
      </w:r>
      <w:r w:rsidR="00C330E1" w:rsidRPr="009676DE">
        <w:rPr>
          <w:sz w:val="22"/>
          <w:szCs w:val="22"/>
        </w:rPr>
        <w:t>g</w:t>
      </w:r>
      <w:r w:rsidRPr="009676DE">
        <w:rPr>
          <w:sz w:val="22"/>
          <w:szCs w:val="22"/>
        </w:rPr>
        <w:t>uide).</w:t>
      </w:r>
    </w:p>
    <w:p w14:paraId="276B92A2" w14:textId="77777777" w:rsidR="003121C6" w:rsidRDefault="003121C6" w:rsidP="003436FE">
      <w:pPr>
        <w:spacing w:before="120" w:after="120"/>
        <w:jc w:val="both"/>
        <w:rPr>
          <w:sz w:val="22"/>
          <w:szCs w:val="22"/>
        </w:rPr>
      </w:pPr>
      <w:r w:rsidRPr="009676DE">
        <w:rPr>
          <w:sz w:val="22"/>
          <w:szCs w:val="22"/>
          <w:lang w:bidi="kn-IN"/>
        </w:rPr>
        <w:t>If the documentary evidence submitted is not written in one of the official languages</w:t>
      </w:r>
      <w:r w:rsidRPr="00354516">
        <w:rPr>
          <w:sz w:val="22"/>
          <w:szCs w:val="22"/>
          <w:lang w:bidi="kn-IN"/>
        </w:rPr>
        <w:t xml:space="preserve">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64E52A64"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543D1748"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5FB602B9" w14:textId="72CDA47B" w:rsidR="008531BA" w:rsidRPr="00417348" w:rsidRDefault="003436FE" w:rsidP="003436FE">
      <w:pPr>
        <w:shd w:val="clear" w:color="auto" w:fill="FFFFFF"/>
        <w:spacing w:before="120" w:after="120"/>
        <w:jc w:val="both"/>
        <w:rPr>
          <w:sz w:val="22"/>
          <w:szCs w:val="22"/>
        </w:rPr>
      </w:pPr>
      <w:r w:rsidRPr="00417348">
        <w:rPr>
          <w:sz w:val="22"/>
          <w:szCs w:val="22"/>
        </w:rPr>
        <w:t xml:space="preserve">The </w:t>
      </w:r>
      <w:r w:rsidR="00543D27" w:rsidRPr="00417348">
        <w:rPr>
          <w:sz w:val="22"/>
          <w:szCs w:val="22"/>
        </w:rPr>
        <w:t>f</w:t>
      </w:r>
      <w:r w:rsidRPr="00417348">
        <w:rPr>
          <w:sz w:val="22"/>
          <w:szCs w:val="22"/>
        </w:rPr>
        <w:t>inancial offer must be presented as an amount in Euro</w:t>
      </w:r>
      <w:r w:rsidR="00417348" w:rsidRPr="00417348">
        <w:rPr>
          <w:sz w:val="22"/>
          <w:szCs w:val="22"/>
        </w:rPr>
        <w:t xml:space="preserve"> </w:t>
      </w:r>
      <w:r w:rsidRPr="00417348">
        <w:rPr>
          <w:sz w:val="22"/>
          <w:szCs w:val="22"/>
        </w:rPr>
        <w:t>and must be submitted using the template for the global-price version of Annex V to part B of this tender dossier. The electronic version of this document ‘B8 — Budget for a global-price contract’ can be found on the website</w:t>
      </w:r>
    </w:p>
    <w:p w14:paraId="64936B3E" w14:textId="77777777" w:rsidR="005F1DD5" w:rsidRPr="00417348" w:rsidRDefault="00D31906" w:rsidP="003436FE">
      <w:pPr>
        <w:shd w:val="clear" w:color="auto" w:fill="FFFFFF"/>
        <w:spacing w:before="120" w:after="120"/>
        <w:jc w:val="both"/>
        <w:rPr>
          <w:color w:val="0000FF"/>
          <w:sz w:val="22"/>
          <w:szCs w:val="22"/>
        </w:rPr>
      </w:pPr>
      <w:hyperlink r:id="rId10" w:history="1">
        <w:r w:rsidR="00996707" w:rsidRPr="00417348">
          <w:rPr>
            <w:rStyle w:val="Hyperlink"/>
            <w:sz w:val="22"/>
            <w:szCs w:val="22"/>
          </w:rPr>
          <w:t>http://ec.europa.eu/europeaid/prag/document.do</w:t>
        </w:r>
      </w:hyperlink>
      <w:r w:rsidR="005D1583" w:rsidRPr="00417348">
        <w:rPr>
          <w:sz w:val="22"/>
          <w:szCs w:val="22"/>
        </w:rPr>
        <w:t>.</w:t>
      </w:r>
    </w:p>
    <w:p w14:paraId="068602EB" w14:textId="21741C72" w:rsidR="003436FE" w:rsidRPr="002B370E" w:rsidRDefault="003436FE" w:rsidP="003436FE">
      <w:pPr>
        <w:shd w:val="clear" w:color="auto" w:fill="FFFFFF"/>
        <w:spacing w:before="120" w:after="120"/>
        <w:jc w:val="both"/>
        <w:rPr>
          <w:sz w:val="22"/>
          <w:szCs w:val="22"/>
        </w:rPr>
      </w:pPr>
      <w:r w:rsidRPr="00417348">
        <w:rPr>
          <w:sz w:val="22"/>
          <w:szCs w:val="22"/>
        </w:rPr>
        <w:t xml:space="preserve">The global price </w:t>
      </w:r>
      <w:r w:rsidR="008531BA" w:rsidRPr="00417348">
        <w:rPr>
          <w:sz w:val="22"/>
          <w:szCs w:val="22"/>
        </w:rPr>
        <w:t>may</w:t>
      </w:r>
      <w:r w:rsidRPr="00417348">
        <w:rPr>
          <w:sz w:val="22"/>
          <w:szCs w:val="22"/>
        </w:rPr>
        <w:t xml:space="preserve"> be broken down </w:t>
      </w:r>
      <w:r w:rsidR="008531BA" w:rsidRPr="00417348">
        <w:rPr>
          <w:sz w:val="22"/>
          <w:szCs w:val="22"/>
        </w:rPr>
        <w:t xml:space="preserve">by outputs if required from the </w:t>
      </w:r>
      <w:r w:rsidR="00543D27" w:rsidRPr="00417348">
        <w:rPr>
          <w:sz w:val="22"/>
          <w:szCs w:val="22"/>
        </w:rPr>
        <w:t>t</w:t>
      </w:r>
      <w:r w:rsidR="008531BA" w:rsidRPr="00417348">
        <w:rPr>
          <w:sz w:val="22"/>
          <w:szCs w:val="22"/>
        </w:rPr>
        <w:t xml:space="preserve">erms of </w:t>
      </w:r>
      <w:r w:rsidR="00543D27" w:rsidRPr="00417348">
        <w:rPr>
          <w:sz w:val="22"/>
          <w:szCs w:val="22"/>
        </w:rPr>
        <w:t>r</w:t>
      </w:r>
      <w:r w:rsidR="008531BA" w:rsidRPr="00417348">
        <w:rPr>
          <w:sz w:val="22"/>
          <w:szCs w:val="22"/>
        </w:rPr>
        <w:t>eference</w:t>
      </w:r>
      <w:r w:rsidRPr="00417348">
        <w:rPr>
          <w:sz w:val="22"/>
          <w:szCs w:val="22"/>
        </w:rPr>
        <w:t>.</w:t>
      </w:r>
    </w:p>
    <w:p w14:paraId="1CBE1740" w14:textId="02A1AE04"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w:t>
      </w:r>
      <w:r w:rsidRPr="00EE190C">
        <w:rPr>
          <w:sz w:val="22"/>
          <w:szCs w:val="22"/>
        </w:rPr>
        <w:t xml:space="preserve">that the maximum budget available for this contract, as stated in the </w:t>
      </w:r>
      <w:r w:rsidR="00517439" w:rsidRPr="00EE190C">
        <w:rPr>
          <w:sz w:val="22"/>
          <w:szCs w:val="22"/>
        </w:rPr>
        <w:t xml:space="preserve">contract </w:t>
      </w:r>
      <w:r w:rsidRPr="00EE190C">
        <w:rPr>
          <w:sz w:val="22"/>
          <w:szCs w:val="22"/>
        </w:rPr>
        <w:t xml:space="preserve">notice, is </w:t>
      </w:r>
      <w:r w:rsidR="00EE190C" w:rsidRPr="00EE190C">
        <w:rPr>
          <w:sz w:val="22"/>
          <w:szCs w:val="22"/>
        </w:rPr>
        <w:t xml:space="preserve"> 21 800,00 </w:t>
      </w:r>
      <w:r w:rsidRPr="00EE190C">
        <w:rPr>
          <w:sz w:val="22"/>
          <w:szCs w:val="22"/>
        </w:rPr>
        <w:t>EUR</w:t>
      </w:r>
      <w:r w:rsidR="00EE190C" w:rsidRPr="00EE190C">
        <w:rPr>
          <w:sz w:val="22"/>
          <w:szCs w:val="22"/>
        </w:rPr>
        <w:t>.</w:t>
      </w:r>
      <w:r w:rsidR="00F21243" w:rsidRPr="00EE190C">
        <w:rPr>
          <w:sz w:val="22"/>
          <w:szCs w:val="22"/>
        </w:rPr>
        <w:t xml:space="preserve"> </w:t>
      </w:r>
      <w:r w:rsidRPr="00EE190C">
        <w:rPr>
          <w:sz w:val="22"/>
          <w:szCs w:val="22"/>
        </w:rPr>
        <w:t>Payments</w:t>
      </w:r>
      <w:r w:rsidRPr="002B370E">
        <w:rPr>
          <w:sz w:val="22"/>
          <w:szCs w:val="22"/>
        </w:rPr>
        <w:t xml:space="preserve"> under this contract will be made in </w:t>
      </w:r>
      <w:r w:rsidR="006F25A2">
        <w:rPr>
          <w:sz w:val="22"/>
          <w:szCs w:val="22"/>
        </w:rPr>
        <w:t>the currency of the tender.</w:t>
      </w:r>
      <w:r w:rsidRPr="002B370E">
        <w:rPr>
          <w:sz w:val="22"/>
          <w:szCs w:val="22"/>
        </w:rPr>
        <w:t xml:space="preserve"> </w:t>
      </w:r>
    </w:p>
    <w:p w14:paraId="438EA70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52A9800B" w14:textId="77777777" w:rsidR="003436F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5AD349A" w14:textId="40C7F214" w:rsidR="00A9197E" w:rsidRPr="002B370E" w:rsidRDefault="00A9197E" w:rsidP="005D1583">
      <w:pPr>
        <w:keepNext/>
        <w:shd w:val="clear" w:color="auto" w:fill="FFFFFF"/>
        <w:spacing w:before="120" w:after="120"/>
        <w:jc w:val="both"/>
        <w:rPr>
          <w:sz w:val="22"/>
          <w:szCs w:val="22"/>
          <w:u w:val="single"/>
        </w:rPr>
      </w:pPr>
      <w:r>
        <w:rPr>
          <w:sz w:val="22"/>
          <w:szCs w:val="22"/>
        </w:rPr>
        <w:t>The European Union Commission and Republic of Turkey signed the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w:t>
      </w:r>
    </w:p>
    <w:p w14:paraId="1342449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704DBB3A"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71149BA0"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3EA33732"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16894C90"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2C4AEA2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5105E310"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69E4B12E" w14:textId="77777777" w:rsidR="003436FE" w:rsidRPr="007279F2" w:rsidRDefault="003436FE" w:rsidP="003436FE">
      <w:pPr>
        <w:keepNext/>
        <w:spacing w:before="120" w:after="120"/>
        <w:jc w:val="both"/>
        <w:rPr>
          <w:sz w:val="22"/>
          <w:szCs w:val="22"/>
        </w:rPr>
      </w:pPr>
      <w:r w:rsidRPr="007279F2">
        <w:rPr>
          <w:sz w:val="22"/>
          <w:szCs w:val="22"/>
        </w:rPr>
        <w:t>Tenderers may submit questions in writing to the following address up to 21 days before the deadline for submission of tenders, specifying the publication reference and the contract title:</w:t>
      </w:r>
    </w:p>
    <w:p w14:paraId="24D761E0" w14:textId="77777777" w:rsidR="001F0748" w:rsidRPr="007279F2" w:rsidRDefault="003436FE" w:rsidP="001F0748">
      <w:r w:rsidRPr="007279F2">
        <w:rPr>
          <w:sz w:val="22"/>
          <w:szCs w:val="22"/>
        </w:rPr>
        <w:t>Contact name</w:t>
      </w:r>
      <w:r w:rsidR="001F0748" w:rsidRPr="007279F2">
        <w:rPr>
          <w:sz w:val="22"/>
          <w:szCs w:val="22"/>
        </w:rPr>
        <w:t>: Nazife Ahmedova</w:t>
      </w:r>
      <w:r w:rsidRPr="007279F2">
        <w:rPr>
          <w:sz w:val="22"/>
          <w:szCs w:val="22"/>
        </w:rPr>
        <w:br/>
        <w:t>Address</w:t>
      </w:r>
      <w:r w:rsidR="001F0748" w:rsidRPr="007279F2">
        <w:rPr>
          <w:sz w:val="22"/>
          <w:szCs w:val="22"/>
        </w:rPr>
        <w:t xml:space="preserve">: </w:t>
      </w:r>
      <w:r w:rsidR="001F0748" w:rsidRPr="007279F2">
        <w:t xml:space="preserve">District Government of Enez </w:t>
      </w:r>
    </w:p>
    <w:p w14:paraId="75D295DB" w14:textId="77777777" w:rsidR="001F0748" w:rsidRPr="007279F2" w:rsidRDefault="001F0748" w:rsidP="001F0748">
      <w:pPr>
        <w:jc w:val="both"/>
      </w:pPr>
      <w:r w:rsidRPr="007279F2">
        <w:t xml:space="preserve">Milli Egemenlik Blvd. District Government Building, 2 floor. </w:t>
      </w:r>
    </w:p>
    <w:p w14:paraId="056E1FC9" w14:textId="2F2FF285" w:rsidR="003436FE" w:rsidRPr="001F0748" w:rsidRDefault="001F0748" w:rsidP="007279F2">
      <w:r w:rsidRPr="007279F2">
        <w:t xml:space="preserve">22700 Enez / EDIRNE, TURKEY  </w:t>
      </w:r>
      <w:r w:rsidR="003436FE" w:rsidRPr="007279F2">
        <w:rPr>
          <w:sz w:val="22"/>
          <w:szCs w:val="22"/>
        </w:rPr>
        <w:br/>
        <w:t>Fax No</w:t>
      </w:r>
      <w:r w:rsidR="007279F2" w:rsidRPr="007279F2">
        <w:rPr>
          <w:sz w:val="22"/>
          <w:szCs w:val="22"/>
        </w:rPr>
        <w:t>: 0090 284 811 63 61</w:t>
      </w:r>
      <w:r w:rsidR="003436FE" w:rsidRPr="007279F2">
        <w:rPr>
          <w:sz w:val="22"/>
          <w:szCs w:val="22"/>
        </w:rPr>
        <w:br/>
        <w:t>E-mail</w:t>
      </w:r>
      <w:r w:rsidR="007279F2" w:rsidRPr="007279F2">
        <w:rPr>
          <w:sz w:val="22"/>
          <w:szCs w:val="22"/>
        </w:rPr>
        <w:t>: enezkaymakamligi@gmail.com</w:t>
      </w:r>
    </w:p>
    <w:p w14:paraId="6CC60EF9" w14:textId="77777777"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05396610"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60D342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43977D50"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12C78F11" w14:textId="6A71B53D" w:rsidR="00476CE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b/>
          <w:sz w:val="22"/>
          <w:szCs w:val="22"/>
        </w:rPr>
        <w:t xml:space="preserve"> </w:t>
      </w:r>
      <w:r w:rsidRPr="002B370E">
        <w:rPr>
          <w:sz w:val="22"/>
          <w:szCs w:val="22"/>
        </w:rPr>
        <w:t>before</w:t>
      </w:r>
      <w:r w:rsidR="00C92051">
        <w:rPr>
          <w:sz w:val="22"/>
          <w:szCs w:val="22"/>
        </w:rPr>
        <w:t xml:space="preserve"> 26</w:t>
      </w:r>
      <w:r w:rsidR="00476CEE">
        <w:rPr>
          <w:sz w:val="22"/>
          <w:szCs w:val="22"/>
        </w:rPr>
        <w:t xml:space="preserve">.02.2020, 17:30h. local time. </w:t>
      </w:r>
    </w:p>
    <w:p w14:paraId="25AF2D2C" w14:textId="0CC82877" w:rsidR="003436FE" w:rsidRPr="002B370E" w:rsidRDefault="003436FE" w:rsidP="003436FE">
      <w:pPr>
        <w:spacing w:before="120" w:after="120"/>
        <w:jc w:val="both"/>
        <w:rPr>
          <w:sz w:val="22"/>
          <w:szCs w:val="22"/>
        </w:rPr>
      </w:pPr>
      <w:r w:rsidRPr="002B370E">
        <w:rPr>
          <w:sz w:val="22"/>
          <w:szCs w:val="22"/>
        </w:rPr>
        <w:t>They must include the requested documents in clause 4 above and be s</w:t>
      </w:r>
      <w:r>
        <w:rPr>
          <w:sz w:val="22"/>
          <w:szCs w:val="22"/>
        </w:rPr>
        <w:t>ent</w:t>
      </w:r>
      <w:r w:rsidRPr="002B370E">
        <w:rPr>
          <w:sz w:val="22"/>
          <w:szCs w:val="22"/>
        </w:rPr>
        <w:t>:</w:t>
      </w:r>
    </w:p>
    <w:p w14:paraId="4C64B2EC"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14:paraId="0DAF6185" w14:textId="5BE3862B" w:rsidR="00E15621" w:rsidRPr="00E15621" w:rsidRDefault="00E15621" w:rsidP="00E15621">
      <w:pPr>
        <w:ind w:left="720"/>
        <w:jc w:val="center"/>
        <w:rPr>
          <w:b/>
        </w:rPr>
      </w:pPr>
      <w:r w:rsidRPr="00E15621">
        <w:rPr>
          <w:b/>
        </w:rPr>
        <w:t>District Government of Enez</w:t>
      </w:r>
    </w:p>
    <w:p w14:paraId="1C3CD534" w14:textId="429F0CF1" w:rsidR="00E15621" w:rsidRPr="007279F2" w:rsidRDefault="00E15621" w:rsidP="00E15621">
      <w:pPr>
        <w:ind w:left="720"/>
        <w:jc w:val="center"/>
      </w:pPr>
      <w:r w:rsidRPr="007279F2">
        <w:t>Milli Egemenlik Blvd. District Government Building, 2 floor.</w:t>
      </w:r>
    </w:p>
    <w:p w14:paraId="4E30DB94" w14:textId="6AC053E9" w:rsidR="003436FE" w:rsidRPr="00E15621" w:rsidRDefault="00E15621" w:rsidP="00E15621">
      <w:pPr>
        <w:pStyle w:val="Blockquote"/>
        <w:keepNext/>
        <w:keepLines/>
        <w:spacing w:before="0" w:after="0"/>
        <w:ind w:left="720"/>
        <w:jc w:val="center"/>
        <w:rPr>
          <w:rStyle w:val="Emphasis"/>
          <w:i w:val="0"/>
          <w:sz w:val="22"/>
          <w:szCs w:val="22"/>
          <w:highlight w:val="yellow"/>
          <w:lang w:val="en-GB"/>
        </w:rPr>
      </w:pPr>
      <w:r w:rsidRPr="007279F2">
        <w:t>22700 Enez / EDIRNE, TURKEY</w:t>
      </w:r>
    </w:p>
    <w:p w14:paraId="4364A06C"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7B6A6CED" w14:textId="77777777" w:rsidR="00E15621" w:rsidRPr="00E15621" w:rsidRDefault="00E15621" w:rsidP="00E15621">
      <w:pPr>
        <w:ind w:left="720"/>
        <w:jc w:val="center"/>
        <w:rPr>
          <w:b/>
        </w:rPr>
      </w:pPr>
      <w:r w:rsidRPr="00E15621">
        <w:rPr>
          <w:b/>
        </w:rPr>
        <w:t>District Government of Enez</w:t>
      </w:r>
    </w:p>
    <w:p w14:paraId="3CE1AE18" w14:textId="77777777" w:rsidR="00E15621" w:rsidRPr="007279F2" w:rsidRDefault="00E15621" w:rsidP="00E15621">
      <w:pPr>
        <w:ind w:left="720"/>
        <w:jc w:val="center"/>
      </w:pPr>
      <w:r w:rsidRPr="007279F2">
        <w:t>Milli Egemenlik Blvd. District Government Building, 2 floor.</w:t>
      </w:r>
    </w:p>
    <w:p w14:paraId="066B190B" w14:textId="796BFA3B" w:rsidR="003436FE" w:rsidRPr="00E15621" w:rsidRDefault="00E15621" w:rsidP="00E15621">
      <w:pPr>
        <w:pStyle w:val="Blockquote"/>
        <w:keepNext/>
        <w:keepLines/>
        <w:spacing w:before="0" w:after="0"/>
        <w:ind w:left="720"/>
        <w:jc w:val="center"/>
        <w:rPr>
          <w:rStyle w:val="Emphasis"/>
          <w:i w:val="0"/>
          <w:sz w:val="22"/>
          <w:szCs w:val="22"/>
          <w:highlight w:val="yellow"/>
          <w:lang w:val="en-GB"/>
        </w:rPr>
      </w:pPr>
      <w:r w:rsidRPr="007279F2">
        <w:lastRenderedPageBreak/>
        <w:t>22700 Enez / EDIRNE, TURKEY</w:t>
      </w:r>
    </w:p>
    <w:p w14:paraId="55AC6B40" w14:textId="77777777"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529B4F30"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2B39D595" w14:textId="77777777" w:rsidR="007B7D7B" w:rsidRDefault="007B7D7B" w:rsidP="003436FE">
      <w:pPr>
        <w:spacing w:before="120" w:after="120"/>
        <w:jc w:val="both"/>
        <w:rPr>
          <w:rStyle w:val="Strong"/>
          <w:sz w:val="22"/>
          <w:szCs w:val="22"/>
        </w:rPr>
      </w:pPr>
    </w:p>
    <w:p w14:paraId="64C3733E"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3929019E" w14:textId="77777777" w:rsidR="003436FE" w:rsidRPr="002B370E" w:rsidRDefault="003436FE" w:rsidP="003436FE">
      <w:pPr>
        <w:spacing w:before="120" w:after="120"/>
        <w:jc w:val="both"/>
        <w:rPr>
          <w:sz w:val="22"/>
          <w:szCs w:val="22"/>
        </w:rPr>
      </w:pPr>
    </w:p>
    <w:p w14:paraId="752FDA0B"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47CCDB6C"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190A88CA" w14:textId="19CA987A" w:rsidR="003436FE" w:rsidRPr="005F3DBD" w:rsidRDefault="003436FE" w:rsidP="005F3DBD">
      <w:pPr>
        <w:pStyle w:val="Blockquote"/>
        <w:ind w:left="709"/>
        <w:rPr>
          <w:sz w:val="22"/>
          <w:szCs w:val="22"/>
          <w:lang w:val="en-GB"/>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5F3DBD">
        <w:rPr>
          <w:sz w:val="22"/>
          <w:szCs w:val="22"/>
          <w:lang w:val="en-GB"/>
        </w:rPr>
        <w:t>PP1-088-Enez-Service 3</w:t>
      </w:r>
      <w:r w:rsidRPr="002B370E">
        <w:rPr>
          <w:sz w:val="22"/>
          <w:szCs w:val="22"/>
        </w:rPr>
        <w:t>);</w:t>
      </w:r>
    </w:p>
    <w:p w14:paraId="6ED3A412" w14:textId="77777777" w:rsidR="005F3DBD" w:rsidRPr="005F3DBD" w:rsidRDefault="003436FE" w:rsidP="005F3DBD">
      <w:pPr>
        <w:numPr>
          <w:ilvl w:val="0"/>
          <w:numId w:val="24"/>
        </w:numPr>
        <w:tabs>
          <w:tab w:val="clear" w:pos="861"/>
        </w:tabs>
        <w:spacing w:before="120" w:after="120"/>
        <w:ind w:left="426" w:hanging="284"/>
        <w:rPr>
          <w:sz w:val="22"/>
          <w:szCs w:val="22"/>
        </w:rPr>
      </w:pPr>
      <w:r w:rsidRPr="005F3DBD">
        <w:rPr>
          <w:sz w:val="22"/>
          <w:szCs w:val="22"/>
        </w:rPr>
        <w:t xml:space="preserve">the words ‘Not to be opened before the tender-opening session’ and </w:t>
      </w:r>
      <w:r w:rsidR="005F3DBD" w:rsidRPr="005F3DBD">
        <w:rPr>
          <w:sz w:val="22"/>
        </w:rPr>
        <w:t>“İhale açılış oturumundan önce açmayınız”</w:t>
      </w:r>
      <w:r w:rsidR="005F3DBD" w:rsidRPr="005F3DBD">
        <w:rPr>
          <w:sz w:val="22"/>
          <w:szCs w:val="22"/>
        </w:rPr>
        <w:t>;</w:t>
      </w:r>
    </w:p>
    <w:p w14:paraId="467C9919" w14:textId="484A2AB8" w:rsidR="003436FE" w:rsidRPr="005F3DBD" w:rsidRDefault="003436FE" w:rsidP="005F3DBD">
      <w:pPr>
        <w:numPr>
          <w:ilvl w:val="0"/>
          <w:numId w:val="24"/>
        </w:numPr>
        <w:tabs>
          <w:tab w:val="clear" w:pos="861"/>
        </w:tabs>
        <w:spacing w:before="120" w:after="120"/>
        <w:ind w:left="426" w:hanging="284"/>
        <w:rPr>
          <w:sz w:val="22"/>
          <w:szCs w:val="22"/>
        </w:rPr>
      </w:pPr>
      <w:r w:rsidRPr="005F3DBD">
        <w:rPr>
          <w:sz w:val="22"/>
          <w:szCs w:val="22"/>
        </w:rPr>
        <w:t>the name of the tenderer.</w:t>
      </w:r>
    </w:p>
    <w:p w14:paraId="350A229C" w14:textId="77777777" w:rsidR="003436FE" w:rsidRPr="002B370E" w:rsidRDefault="003436FE" w:rsidP="003436FE">
      <w:pPr>
        <w:spacing w:before="120" w:after="120"/>
        <w:jc w:val="both"/>
        <w:rPr>
          <w:sz w:val="22"/>
          <w:szCs w:val="22"/>
        </w:rPr>
      </w:pPr>
      <w:r w:rsidRPr="005F3DBD">
        <w:rPr>
          <w:sz w:val="22"/>
          <w:szCs w:val="22"/>
        </w:rPr>
        <w:t>The pages</w:t>
      </w:r>
      <w:r w:rsidRPr="002B370E">
        <w:rPr>
          <w:sz w:val="22"/>
          <w:szCs w:val="22"/>
        </w:rPr>
        <w:t xml:space="preserve">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60DE7BEF"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524561AE"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4AC13297"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70BEB7A6"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F98519D"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717FED0B"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53B5A63F"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AB7A469"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722B5511" w14:textId="77777777" w:rsidR="003436FE" w:rsidRPr="002B370E" w:rsidRDefault="003436FE" w:rsidP="003436FE">
      <w:pPr>
        <w:spacing w:before="120" w:after="120"/>
        <w:jc w:val="both"/>
        <w:rPr>
          <w:b/>
          <w:sz w:val="22"/>
          <w:szCs w:val="22"/>
        </w:rPr>
      </w:pPr>
      <w:r w:rsidRPr="002B370E">
        <w:rPr>
          <w:b/>
          <w:sz w:val="22"/>
          <w:szCs w:val="22"/>
        </w:rPr>
        <w:lastRenderedPageBreak/>
        <w:t>12.1</w:t>
      </w:r>
      <w:r w:rsidR="00010683">
        <w:rPr>
          <w:b/>
          <w:sz w:val="22"/>
          <w:szCs w:val="22"/>
        </w:rPr>
        <w:t>.</w:t>
      </w:r>
      <w:r w:rsidR="00010683">
        <w:rPr>
          <w:b/>
          <w:sz w:val="22"/>
          <w:szCs w:val="22"/>
        </w:rPr>
        <w:tab/>
      </w:r>
      <w:r w:rsidRPr="002B370E">
        <w:rPr>
          <w:b/>
          <w:sz w:val="22"/>
          <w:szCs w:val="22"/>
        </w:rPr>
        <w:t>Evaluation of technical offers</w:t>
      </w:r>
    </w:p>
    <w:p w14:paraId="036B5003"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46E926AE"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14:paraId="797DC5C3"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020E09FA" w14:textId="1CD68821" w:rsidR="00294800" w:rsidRPr="00294800" w:rsidRDefault="00294800" w:rsidP="00294800">
      <w:pPr>
        <w:spacing w:before="120" w:after="120"/>
        <w:jc w:val="both"/>
        <w:rPr>
          <w:sz w:val="22"/>
          <w:szCs w:val="22"/>
        </w:rPr>
      </w:pPr>
      <w:r w:rsidRPr="001361ED">
        <w:rPr>
          <w:sz w:val="22"/>
          <w:szCs w:val="22"/>
        </w:rPr>
        <w:t>No interviews are foreseen.</w:t>
      </w:r>
      <w:r w:rsidR="001361ED">
        <w:rPr>
          <w:sz w:val="22"/>
          <w:szCs w:val="22"/>
        </w:rPr>
        <w:t xml:space="preserve"> </w:t>
      </w:r>
    </w:p>
    <w:p w14:paraId="6FA16361"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1D6E7CD9"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32346E7E"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07F9465"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361598C9"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75932C96"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2A2260F8"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03EEC1EB"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79921435"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41E2C2A"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44912B4A"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w:t>
      </w:r>
      <w:r w:rsidRPr="00121005">
        <w:rPr>
          <w:sz w:val="22"/>
          <w:szCs w:val="22"/>
        </w:rPr>
        <w:lastRenderedPageBreak/>
        <w:t>standards as applicable and as defined in the relevant International Labour Organisation conventions (such as the conventions on freedom of association and collective bargaining; elimination of forced and compulsory labour; abolition of child labour).</w:t>
      </w:r>
    </w:p>
    <w:p w14:paraId="10367C3E"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14:paraId="15491F82"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314A6E8E"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0F801D7F"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40F857CB"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124CEB9A"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2BF7392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6586E93"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996DC56"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3B8FAE67"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222731F"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14:paraId="4EA72D99"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7E8D2F67"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266339DC"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7AF72AE"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30CF5B2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1DE97849"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20B83F12"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5758520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724EE09A"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570B77E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E03611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12B05B1E"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12A44460"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42DFCC60"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1EB04CE1"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6C820A9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3DCF4D5"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5EA96F36"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251C50AC"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A4F9918"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404E4B2B" w14:textId="29F4D33E" w:rsidR="00EB1484" w:rsidRPr="00066292" w:rsidRDefault="00EB1484" w:rsidP="0089466D">
      <w:pPr>
        <w:spacing w:before="120"/>
        <w:jc w:val="both"/>
        <w:rPr>
          <w:sz w:val="22"/>
          <w:szCs w:val="22"/>
        </w:rPr>
      </w:pPr>
      <w:r w:rsidRPr="0006629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207EDA7" w14:textId="0AF18C25" w:rsidR="00EB1484" w:rsidRPr="00066292" w:rsidRDefault="00EB1484" w:rsidP="0089466D">
      <w:pPr>
        <w:spacing w:before="120"/>
        <w:jc w:val="both"/>
        <w:rPr>
          <w:sz w:val="22"/>
          <w:szCs w:val="22"/>
        </w:rPr>
      </w:pPr>
      <w:r w:rsidRPr="00066292">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65351BD2" w14:textId="77777777" w:rsidR="00EB1484" w:rsidRPr="00066292" w:rsidRDefault="00EB1484" w:rsidP="0089466D">
      <w:pPr>
        <w:spacing w:before="120"/>
        <w:jc w:val="both"/>
        <w:rPr>
          <w:sz w:val="22"/>
          <w:szCs w:val="22"/>
        </w:rPr>
      </w:pPr>
      <w:r w:rsidRPr="00066292">
        <w:rPr>
          <w:sz w:val="22"/>
          <w:szCs w:val="22"/>
        </w:rPr>
        <w:t>Details concerning processing of your personal data by the Commission are available on the privacy statement at:</w:t>
      </w:r>
    </w:p>
    <w:p w14:paraId="417946AB" w14:textId="77777777" w:rsidR="00EB1484" w:rsidRPr="00066292" w:rsidRDefault="00D31906" w:rsidP="00EB1484">
      <w:pPr>
        <w:ind w:left="720"/>
        <w:rPr>
          <w:color w:val="1F497D"/>
          <w:sz w:val="22"/>
          <w:szCs w:val="22"/>
        </w:rPr>
      </w:pPr>
      <w:hyperlink r:id="rId12" w:history="1">
        <w:r w:rsidR="00EB1484" w:rsidRPr="00066292">
          <w:rPr>
            <w:rStyle w:val="Hyperlink"/>
            <w:sz w:val="22"/>
            <w:szCs w:val="22"/>
          </w:rPr>
          <w:t>http://ec.europa.eu/europeaid/prag/annexes.do?chapterTitleCode=A</w:t>
        </w:r>
      </w:hyperlink>
      <w:r w:rsidR="00EB1484" w:rsidRPr="00066292">
        <w:rPr>
          <w:color w:val="1F497D"/>
          <w:sz w:val="22"/>
          <w:szCs w:val="22"/>
        </w:rPr>
        <w:t xml:space="preserve">  </w:t>
      </w:r>
    </w:p>
    <w:p w14:paraId="6498DFDE" w14:textId="77777777" w:rsidR="00EB1484" w:rsidRPr="00066292" w:rsidRDefault="00EB1484" w:rsidP="00EB1484">
      <w:pPr>
        <w:ind w:left="720"/>
        <w:rPr>
          <w:sz w:val="22"/>
          <w:szCs w:val="22"/>
        </w:rPr>
      </w:pPr>
    </w:p>
    <w:p w14:paraId="57D12801" w14:textId="6F9A10A6" w:rsidR="00EB1484" w:rsidRPr="00FF1FE0" w:rsidRDefault="00EB1484" w:rsidP="00EB1484">
      <w:pPr>
        <w:jc w:val="both"/>
        <w:rPr>
          <w:sz w:val="22"/>
          <w:szCs w:val="22"/>
        </w:rPr>
      </w:pPr>
      <w:r w:rsidRPr="0006629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DF89ED6" w14:textId="77777777" w:rsidR="003436FE" w:rsidRPr="002B370E" w:rsidRDefault="003436FE" w:rsidP="00FF1FE0">
      <w:pPr>
        <w:pStyle w:val="BodyText"/>
        <w:ind w:left="567"/>
        <w:jc w:val="both"/>
        <w:rPr>
          <w:sz w:val="22"/>
          <w:szCs w:val="22"/>
        </w:rPr>
      </w:pPr>
    </w:p>
    <w:p w14:paraId="15F21D82"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0462CCB0"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96474" w14:textId="77777777" w:rsidR="001F0748" w:rsidRDefault="001F0748">
      <w:r>
        <w:separator/>
      </w:r>
    </w:p>
  </w:endnote>
  <w:endnote w:type="continuationSeparator" w:id="0">
    <w:p w14:paraId="7596B9DA" w14:textId="77777777" w:rsidR="001F0748" w:rsidRDefault="001F0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Monotype Sorts">
    <w:panose1 w:val="01010601010101010101"/>
    <w:charset w:val="02"/>
    <w:family w:val="auto"/>
    <w:pitch w:val="variable"/>
    <w:sig w:usb0="00000000" w:usb1="10000000" w:usb2="00000000" w:usb3="00000000" w:csb0="8000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47BB4" w14:textId="77777777" w:rsidR="001F0748" w:rsidRDefault="001F07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72AA90D7" w14:textId="77777777" w:rsidR="001F0748" w:rsidRDefault="001F074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204F5" w14:textId="77777777" w:rsidR="001F0748" w:rsidRPr="00A94AD3" w:rsidRDefault="001F0748" w:rsidP="009A733A">
    <w:pPr>
      <w:pStyle w:val="Footer"/>
      <w:tabs>
        <w:tab w:val="clear" w:pos="4320"/>
        <w:tab w:val="clear" w:pos="8640"/>
        <w:tab w:val="right" w:pos="8080"/>
      </w:tabs>
      <w:spacing w:before="120"/>
      <w:rPr>
        <w:rStyle w:val="PageNumber"/>
        <w:sz w:val="18"/>
        <w:szCs w:val="18"/>
      </w:rPr>
    </w:pPr>
    <w:r>
      <w:rPr>
        <w:b/>
      </w:rPr>
      <w:t>July</w:t>
    </w:r>
    <w:r w:rsidRPr="002A00A4">
      <w:rPr>
        <w:b/>
      </w:rPr>
      <w:t xml:space="preserve"> 201</w:t>
    </w:r>
    <w:r>
      <w:rPr>
        <w:b/>
      </w:rPr>
      <w:t>9</w:t>
    </w:r>
    <w:r>
      <w:t xml:space="preserve"> </w:t>
    </w:r>
    <w:r w:rsidRPr="002B370E">
      <w:rPr>
        <w:rFonts w:ascii="Arial" w:hAnsi="Arial"/>
      </w:rPr>
      <w:tab/>
    </w:r>
    <w:r w:rsidRPr="00A94AD3">
      <w:rPr>
        <w:sz w:val="18"/>
        <w:szCs w:val="18"/>
      </w:rPr>
      <w:t xml:space="preserve">Page </w:t>
    </w:r>
    <w:r w:rsidRPr="00A94AD3">
      <w:rPr>
        <w:rStyle w:val="PageNumber"/>
        <w:sz w:val="18"/>
        <w:szCs w:val="18"/>
      </w:rPr>
      <w:fldChar w:fldCharType="begin"/>
    </w:r>
    <w:r w:rsidRPr="00A94AD3">
      <w:rPr>
        <w:rStyle w:val="PageNumber"/>
        <w:sz w:val="18"/>
        <w:szCs w:val="18"/>
      </w:rPr>
      <w:instrText xml:space="preserve"> PAGE </w:instrText>
    </w:r>
    <w:r w:rsidRPr="00A94AD3">
      <w:rPr>
        <w:rStyle w:val="PageNumber"/>
        <w:sz w:val="18"/>
        <w:szCs w:val="18"/>
      </w:rPr>
      <w:fldChar w:fldCharType="separate"/>
    </w:r>
    <w:r w:rsidR="00D31906">
      <w:rPr>
        <w:rStyle w:val="PageNumber"/>
        <w:noProof/>
        <w:sz w:val="18"/>
        <w:szCs w:val="18"/>
      </w:rPr>
      <w:t>2</w:t>
    </w:r>
    <w:r w:rsidRPr="00A94AD3">
      <w:rPr>
        <w:rStyle w:val="PageNumber"/>
        <w:sz w:val="18"/>
        <w:szCs w:val="18"/>
      </w:rPr>
      <w:fldChar w:fldCharType="end"/>
    </w:r>
    <w:r w:rsidRPr="00A94AD3">
      <w:rPr>
        <w:rStyle w:val="PageNumber"/>
        <w:sz w:val="18"/>
        <w:szCs w:val="18"/>
      </w:rPr>
      <w:t xml:space="preserve"> of </w:t>
    </w:r>
    <w:r w:rsidRPr="00A94AD3">
      <w:rPr>
        <w:rStyle w:val="PageNumber"/>
        <w:sz w:val="18"/>
        <w:szCs w:val="18"/>
      </w:rPr>
      <w:fldChar w:fldCharType="begin"/>
    </w:r>
    <w:r w:rsidRPr="00A94AD3">
      <w:rPr>
        <w:rStyle w:val="PageNumber"/>
        <w:sz w:val="18"/>
        <w:szCs w:val="18"/>
      </w:rPr>
      <w:instrText xml:space="preserve"> NUMPAGES </w:instrText>
    </w:r>
    <w:r w:rsidRPr="00A94AD3">
      <w:rPr>
        <w:rStyle w:val="PageNumber"/>
        <w:sz w:val="18"/>
        <w:szCs w:val="18"/>
      </w:rPr>
      <w:fldChar w:fldCharType="separate"/>
    </w:r>
    <w:r w:rsidR="00D31906">
      <w:rPr>
        <w:rStyle w:val="PageNumber"/>
        <w:noProof/>
        <w:sz w:val="18"/>
        <w:szCs w:val="18"/>
      </w:rPr>
      <w:t>11</w:t>
    </w:r>
    <w:r w:rsidRPr="00A94AD3">
      <w:rPr>
        <w:rStyle w:val="PageNumber"/>
        <w:sz w:val="18"/>
        <w:szCs w:val="18"/>
      </w:rPr>
      <w:fldChar w:fldCharType="end"/>
    </w:r>
  </w:p>
  <w:p w14:paraId="6704D629" w14:textId="77777777" w:rsidR="001F0748" w:rsidRPr="00A94AD3" w:rsidRDefault="001F074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AC59D" w14:textId="77777777" w:rsidR="001F0748" w:rsidRPr="002B370E" w:rsidRDefault="001F0748" w:rsidP="009A733A">
    <w:pPr>
      <w:pStyle w:val="Footer"/>
      <w:tabs>
        <w:tab w:val="clear" w:pos="4320"/>
        <w:tab w:val="clear" w:pos="8640"/>
        <w:tab w:val="right" w:pos="8080"/>
      </w:tabs>
      <w:spacing w:before="120"/>
      <w:rPr>
        <w:rStyle w:val="PageNumber"/>
        <w:sz w:val="18"/>
        <w:szCs w:val="18"/>
      </w:rPr>
    </w:pPr>
    <w:r>
      <w:rPr>
        <w:b/>
      </w:rPr>
      <w:t>July</w:t>
    </w:r>
    <w:r w:rsidRPr="002A00A4">
      <w:rPr>
        <w:b/>
      </w:rPr>
      <w:t xml:space="preserve"> 201</w:t>
    </w:r>
    <w:r>
      <w:rPr>
        <w:b/>
      </w:rPr>
      <w:t>9</w:t>
    </w:r>
    <w:r>
      <w:t xml:space="preserve"> </w:t>
    </w:r>
    <w:r w:rsidRPr="002B370E">
      <w:rPr>
        <w:sz w:val="18"/>
        <w:szCs w:val="18"/>
      </w:rPr>
      <w:tab/>
      <w:t xml:space="preserve">Page </w:t>
    </w:r>
    <w:r w:rsidRPr="002B370E">
      <w:rPr>
        <w:rStyle w:val="PageNumber"/>
        <w:sz w:val="18"/>
        <w:szCs w:val="18"/>
      </w:rPr>
      <w:fldChar w:fldCharType="begin"/>
    </w:r>
    <w:r w:rsidRPr="002B370E">
      <w:rPr>
        <w:rStyle w:val="PageNumber"/>
        <w:sz w:val="18"/>
        <w:szCs w:val="18"/>
      </w:rPr>
      <w:instrText xml:space="preserve"> PAGE </w:instrText>
    </w:r>
    <w:r w:rsidRPr="002B370E">
      <w:rPr>
        <w:rStyle w:val="PageNumber"/>
        <w:sz w:val="18"/>
        <w:szCs w:val="18"/>
      </w:rPr>
      <w:fldChar w:fldCharType="separate"/>
    </w:r>
    <w:r w:rsidR="00D31906">
      <w:rPr>
        <w:rStyle w:val="PageNumber"/>
        <w:noProof/>
        <w:sz w:val="18"/>
        <w:szCs w:val="18"/>
      </w:rPr>
      <w:t>1</w:t>
    </w:r>
    <w:r w:rsidRPr="002B370E">
      <w:rPr>
        <w:rStyle w:val="PageNumber"/>
        <w:sz w:val="18"/>
        <w:szCs w:val="18"/>
      </w:rPr>
      <w:fldChar w:fldCharType="end"/>
    </w:r>
    <w:r w:rsidRPr="002B370E">
      <w:rPr>
        <w:rStyle w:val="PageNumber"/>
        <w:sz w:val="18"/>
        <w:szCs w:val="18"/>
      </w:rPr>
      <w:t xml:space="preserve"> of </w:t>
    </w:r>
    <w:r w:rsidRPr="002B370E">
      <w:rPr>
        <w:rStyle w:val="PageNumber"/>
        <w:sz w:val="18"/>
        <w:szCs w:val="18"/>
      </w:rPr>
      <w:fldChar w:fldCharType="begin"/>
    </w:r>
    <w:r w:rsidRPr="002B370E">
      <w:rPr>
        <w:rStyle w:val="PageNumber"/>
        <w:sz w:val="18"/>
        <w:szCs w:val="18"/>
      </w:rPr>
      <w:instrText xml:space="preserve"> NUMPAGES </w:instrText>
    </w:r>
    <w:r w:rsidRPr="002B370E">
      <w:rPr>
        <w:rStyle w:val="PageNumber"/>
        <w:sz w:val="18"/>
        <w:szCs w:val="18"/>
      </w:rPr>
      <w:fldChar w:fldCharType="separate"/>
    </w:r>
    <w:r w:rsidR="00D31906">
      <w:rPr>
        <w:rStyle w:val="PageNumber"/>
        <w:noProof/>
        <w:sz w:val="18"/>
        <w:szCs w:val="18"/>
      </w:rPr>
      <w:t>11</w:t>
    </w:r>
    <w:r w:rsidRPr="002B370E">
      <w:rPr>
        <w:rStyle w:val="PageNumber"/>
        <w:sz w:val="18"/>
        <w:szCs w:val="18"/>
      </w:rPr>
      <w:fldChar w:fldCharType="end"/>
    </w:r>
    <w:bookmarkStart w:id="5" w:name="_Hlt26943623"/>
    <w:bookmarkEnd w:id="5"/>
  </w:p>
  <w:p w14:paraId="3ACC0791" w14:textId="77777777" w:rsidR="001F0748" w:rsidRPr="002B370E" w:rsidRDefault="001F074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5321DA" w14:textId="77777777" w:rsidR="001F0748" w:rsidRDefault="001F0748">
      <w:r>
        <w:separator/>
      </w:r>
    </w:p>
  </w:footnote>
  <w:footnote w:type="continuationSeparator" w:id="0">
    <w:p w14:paraId="00732AE5" w14:textId="77777777" w:rsidR="001F0748" w:rsidRDefault="001F0748">
      <w:r>
        <w:continuationSeparator/>
      </w:r>
    </w:p>
  </w:footnote>
  <w:footnote w:id="1">
    <w:p w14:paraId="3B00767B" w14:textId="77777777" w:rsidR="001F0748" w:rsidRPr="000D135C" w:rsidRDefault="001F0748">
      <w:pPr>
        <w:pStyle w:val="FootnoteText"/>
      </w:pPr>
      <w:r>
        <w:rPr>
          <w:rStyle w:val="FootnoteReference"/>
        </w:rPr>
        <w:footnoteRef/>
      </w:r>
      <w:r>
        <w:t xml:space="preserve"> See PRAG 2.6.10.1.3 A)</w:t>
      </w:r>
    </w:p>
  </w:footnote>
  <w:footnote w:id="2">
    <w:p w14:paraId="4C139219" w14:textId="77777777" w:rsidR="001F0748" w:rsidRPr="00C71FC9" w:rsidRDefault="001F0748" w:rsidP="000570D7">
      <w:pPr>
        <w:pStyle w:val="FootnoteText"/>
      </w:pPr>
      <w:r>
        <w:rPr>
          <w:rStyle w:val="FootnoteReference"/>
        </w:rPr>
        <w:footnoteRef/>
      </w:r>
      <w:r>
        <w:t xml:space="preserve"> </w:t>
      </w:r>
      <w:r w:rsidRPr="00B50F3D">
        <w:t>It is recommended to use registered mail in case the postmark would not be readable.</w:t>
      </w:r>
    </w:p>
    <w:p w14:paraId="25D8973C" w14:textId="77777777" w:rsidR="001F0748" w:rsidRPr="000570D7" w:rsidRDefault="001F0748">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1F0748" w:rsidRPr="008B1ADB" w14:paraId="5E833E42" w14:textId="77777777" w:rsidTr="004473BC">
      <w:trPr>
        <w:jc w:val="center"/>
      </w:trPr>
      <w:tc>
        <w:tcPr>
          <w:tcW w:w="3638" w:type="dxa"/>
          <w:shd w:val="clear" w:color="auto" w:fill="auto"/>
        </w:tcPr>
        <w:p w14:paraId="65252095" w14:textId="77777777" w:rsidR="001F0748" w:rsidRPr="008B1ADB" w:rsidRDefault="00D31906" w:rsidP="004473BC">
          <w:pPr>
            <w:rPr>
              <w:rFonts w:ascii="Calibri" w:hAnsi="Calibri"/>
            </w:rPr>
          </w:pPr>
          <w:r>
            <w:rPr>
              <w:rFonts w:ascii="Calibri" w:hAnsi="Calibri"/>
              <w:noProof/>
            </w:rPr>
            <w:pict w14:anchorId="5EAFDC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5C5FE57E" w14:textId="77777777" w:rsidR="001F0748" w:rsidRPr="00272BD0" w:rsidRDefault="001F0748" w:rsidP="004473BC">
          <w:pPr>
            <w:spacing w:after="120"/>
            <w:jc w:val="center"/>
            <w:rPr>
              <w:i/>
              <w:noProof/>
            </w:rPr>
          </w:pPr>
        </w:p>
      </w:tc>
      <w:tc>
        <w:tcPr>
          <w:tcW w:w="2551" w:type="dxa"/>
          <w:vAlign w:val="bottom"/>
        </w:tcPr>
        <w:p w14:paraId="65F40C28" w14:textId="77777777" w:rsidR="001F0748" w:rsidRPr="008B1ADB" w:rsidRDefault="001F0748" w:rsidP="004473BC">
          <w:pPr>
            <w:spacing w:after="120"/>
            <w:jc w:val="right"/>
            <w:rPr>
              <w:rFonts w:ascii="Calibri" w:hAnsi="Calibri" w:cs="Arial"/>
              <w:color w:val="7030A0"/>
            </w:rPr>
          </w:pPr>
          <w:r>
            <w:rPr>
              <w:rFonts w:ascii="Calibri" w:hAnsi="Calibri"/>
              <w:noProof/>
            </w:rPr>
            <w:t xml:space="preserve">   </w:t>
          </w:r>
          <w:r w:rsidR="00D31906">
            <w:rPr>
              <w:rFonts w:ascii="Calibri" w:hAnsi="Calibri"/>
              <w:noProof/>
            </w:rPr>
            <w:pict w14:anchorId="1BAF9C00">
              <v:shape id="_x0000_i1026" type="#_x0000_t75" style="width:54pt;height:46pt;visibility:visible;mso-wrap-style:square">
                <v:imagedata r:id="rId2" o:title=""/>
              </v:shape>
            </w:pict>
          </w:r>
        </w:p>
      </w:tc>
    </w:tr>
  </w:tbl>
  <w:p w14:paraId="6BF8611C" w14:textId="77777777" w:rsidR="001F0748" w:rsidRPr="004F480E" w:rsidRDefault="001F0748" w:rsidP="00327DD0">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p w14:paraId="32B26808" w14:textId="77777777" w:rsidR="001F0748" w:rsidRDefault="001F0748">
    <w:pPr>
      <w:pStyle w:val="Header"/>
      <w:jc w:val="center"/>
      <w:rPr>
        <w:b/>
        <w:sz w:val="32"/>
        <w:szCs w:val="32"/>
      </w:rPr>
    </w:pPr>
  </w:p>
  <w:p w14:paraId="014DD44D" w14:textId="77777777" w:rsidR="001F0748" w:rsidRDefault="001F0748">
    <w:pPr>
      <w:pStyle w:val="Header"/>
      <w:jc w:val="center"/>
      <w:rPr>
        <w:b/>
        <w:sz w:val="32"/>
        <w:szCs w:val="32"/>
      </w:rPr>
    </w:pPr>
  </w:p>
  <w:p w14:paraId="21D635D6" w14:textId="77777777" w:rsidR="001F0748" w:rsidRPr="00AD4777" w:rsidRDefault="001F074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8"/>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04E17"/>
    <w:rsid w:val="00010683"/>
    <w:rsid w:val="0004095E"/>
    <w:rsid w:val="00047F95"/>
    <w:rsid w:val="000544E6"/>
    <w:rsid w:val="000570D7"/>
    <w:rsid w:val="00057A21"/>
    <w:rsid w:val="000607F7"/>
    <w:rsid w:val="00062503"/>
    <w:rsid w:val="000626CB"/>
    <w:rsid w:val="00066292"/>
    <w:rsid w:val="00076EEC"/>
    <w:rsid w:val="0009029D"/>
    <w:rsid w:val="000913E8"/>
    <w:rsid w:val="000955FE"/>
    <w:rsid w:val="000A7073"/>
    <w:rsid w:val="000C5425"/>
    <w:rsid w:val="000D135C"/>
    <w:rsid w:val="000D183D"/>
    <w:rsid w:val="000F0B96"/>
    <w:rsid w:val="001035A0"/>
    <w:rsid w:val="00121005"/>
    <w:rsid w:val="001361ED"/>
    <w:rsid w:val="0014136C"/>
    <w:rsid w:val="001449AE"/>
    <w:rsid w:val="00157CF6"/>
    <w:rsid w:val="001671BA"/>
    <w:rsid w:val="0017009E"/>
    <w:rsid w:val="00180127"/>
    <w:rsid w:val="0019253E"/>
    <w:rsid w:val="00197060"/>
    <w:rsid w:val="001A3A06"/>
    <w:rsid w:val="001A7BA0"/>
    <w:rsid w:val="001B1598"/>
    <w:rsid w:val="001B2CA6"/>
    <w:rsid w:val="001C0F8D"/>
    <w:rsid w:val="001C391F"/>
    <w:rsid w:val="001D579A"/>
    <w:rsid w:val="001E5AB3"/>
    <w:rsid w:val="001F0748"/>
    <w:rsid w:val="002157AA"/>
    <w:rsid w:val="00216E18"/>
    <w:rsid w:val="0021784A"/>
    <w:rsid w:val="00217C8E"/>
    <w:rsid w:val="0022643A"/>
    <w:rsid w:val="0023505C"/>
    <w:rsid w:val="00245C38"/>
    <w:rsid w:val="00250B09"/>
    <w:rsid w:val="00264E26"/>
    <w:rsid w:val="00273362"/>
    <w:rsid w:val="00290ACC"/>
    <w:rsid w:val="002921F7"/>
    <w:rsid w:val="00294800"/>
    <w:rsid w:val="002A1587"/>
    <w:rsid w:val="002B0E84"/>
    <w:rsid w:val="002B75E8"/>
    <w:rsid w:val="002C2852"/>
    <w:rsid w:val="002F1241"/>
    <w:rsid w:val="002F6273"/>
    <w:rsid w:val="0030208E"/>
    <w:rsid w:val="003121C6"/>
    <w:rsid w:val="00327DD0"/>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348"/>
    <w:rsid w:val="00417586"/>
    <w:rsid w:val="004473BC"/>
    <w:rsid w:val="00453651"/>
    <w:rsid w:val="004551A2"/>
    <w:rsid w:val="00463A51"/>
    <w:rsid w:val="00476CEE"/>
    <w:rsid w:val="0048664A"/>
    <w:rsid w:val="00491B4A"/>
    <w:rsid w:val="00493F98"/>
    <w:rsid w:val="00495144"/>
    <w:rsid w:val="00496641"/>
    <w:rsid w:val="00497FEF"/>
    <w:rsid w:val="004A544F"/>
    <w:rsid w:val="004B1747"/>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7901"/>
    <w:rsid w:val="005F1DD5"/>
    <w:rsid w:val="005F3DBD"/>
    <w:rsid w:val="0062173A"/>
    <w:rsid w:val="0062677E"/>
    <w:rsid w:val="00632671"/>
    <w:rsid w:val="006365A9"/>
    <w:rsid w:val="006773D0"/>
    <w:rsid w:val="0068123D"/>
    <w:rsid w:val="00681768"/>
    <w:rsid w:val="00682D24"/>
    <w:rsid w:val="00686EC9"/>
    <w:rsid w:val="00687AA2"/>
    <w:rsid w:val="00694874"/>
    <w:rsid w:val="006A1537"/>
    <w:rsid w:val="006B0775"/>
    <w:rsid w:val="006C2BA2"/>
    <w:rsid w:val="006C4BA3"/>
    <w:rsid w:val="006F25A2"/>
    <w:rsid w:val="006F5D6C"/>
    <w:rsid w:val="006F6361"/>
    <w:rsid w:val="007078C5"/>
    <w:rsid w:val="007279F2"/>
    <w:rsid w:val="00740B27"/>
    <w:rsid w:val="007639DA"/>
    <w:rsid w:val="00763C86"/>
    <w:rsid w:val="00775D25"/>
    <w:rsid w:val="007A0123"/>
    <w:rsid w:val="007B1D4B"/>
    <w:rsid w:val="007B7D7B"/>
    <w:rsid w:val="007D14B1"/>
    <w:rsid w:val="007E285C"/>
    <w:rsid w:val="007F760C"/>
    <w:rsid w:val="00804556"/>
    <w:rsid w:val="00805702"/>
    <w:rsid w:val="008100D6"/>
    <w:rsid w:val="00817A3B"/>
    <w:rsid w:val="00835BD1"/>
    <w:rsid w:val="00837145"/>
    <w:rsid w:val="00843423"/>
    <w:rsid w:val="008531BA"/>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676DE"/>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4F8A"/>
    <w:rsid w:val="00A6538D"/>
    <w:rsid w:val="00A72FB1"/>
    <w:rsid w:val="00A81096"/>
    <w:rsid w:val="00A82C40"/>
    <w:rsid w:val="00A90345"/>
    <w:rsid w:val="00A9197E"/>
    <w:rsid w:val="00A94AD3"/>
    <w:rsid w:val="00A94F07"/>
    <w:rsid w:val="00AA3043"/>
    <w:rsid w:val="00AB28DE"/>
    <w:rsid w:val="00AB326E"/>
    <w:rsid w:val="00AB5C71"/>
    <w:rsid w:val="00AB7549"/>
    <w:rsid w:val="00AC5E60"/>
    <w:rsid w:val="00AD6A02"/>
    <w:rsid w:val="00AF6806"/>
    <w:rsid w:val="00B21495"/>
    <w:rsid w:val="00B215EE"/>
    <w:rsid w:val="00B22D2D"/>
    <w:rsid w:val="00B2430B"/>
    <w:rsid w:val="00B36721"/>
    <w:rsid w:val="00B45C9F"/>
    <w:rsid w:val="00B5592A"/>
    <w:rsid w:val="00B806A1"/>
    <w:rsid w:val="00B860B0"/>
    <w:rsid w:val="00B9416D"/>
    <w:rsid w:val="00BB6C9D"/>
    <w:rsid w:val="00BC1214"/>
    <w:rsid w:val="00BC1D32"/>
    <w:rsid w:val="00BC3DB7"/>
    <w:rsid w:val="00BC7014"/>
    <w:rsid w:val="00BD5B00"/>
    <w:rsid w:val="00BE73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2051"/>
    <w:rsid w:val="00C96392"/>
    <w:rsid w:val="00CC2497"/>
    <w:rsid w:val="00CC396F"/>
    <w:rsid w:val="00CE5895"/>
    <w:rsid w:val="00CF2B5B"/>
    <w:rsid w:val="00D26233"/>
    <w:rsid w:val="00D31906"/>
    <w:rsid w:val="00D32C37"/>
    <w:rsid w:val="00D4050F"/>
    <w:rsid w:val="00D44374"/>
    <w:rsid w:val="00D475F9"/>
    <w:rsid w:val="00D550F2"/>
    <w:rsid w:val="00D60D73"/>
    <w:rsid w:val="00D63250"/>
    <w:rsid w:val="00D66CD2"/>
    <w:rsid w:val="00D86F6D"/>
    <w:rsid w:val="00DA01FA"/>
    <w:rsid w:val="00DA7EF8"/>
    <w:rsid w:val="00DB3975"/>
    <w:rsid w:val="00DB4711"/>
    <w:rsid w:val="00DE1210"/>
    <w:rsid w:val="00DE5160"/>
    <w:rsid w:val="00E03510"/>
    <w:rsid w:val="00E13546"/>
    <w:rsid w:val="00E15621"/>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190C"/>
    <w:rsid w:val="00EE5A83"/>
    <w:rsid w:val="00EF67ED"/>
    <w:rsid w:val="00F00530"/>
    <w:rsid w:val="00F11E9B"/>
    <w:rsid w:val="00F16667"/>
    <w:rsid w:val="00F21243"/>
    <w:rsid w:val="00F2409D"/>
    <w:rsid w:val="00F25A3C"/>
    <w:rsid w:val="00F53979"/>
    <w:rsid w:val="00F54298"/>
    <w:rsid w:val="00F639E3"/>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8"/>
    <o:shapelayout v:ext="edit">
      <o:idmap v:ext="edit" data="1"/>
    </o:shapelayout>
  </w:shapeDefaults>
  <w:decimalSymbol w:val=","/>
  <w:listSeparator w:val=";"/>
  <w14:docId w14:val="6CAD4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c.europa.eu/europeaid/prag/document.do" TargetMode="External"/><Relationship Id="rId12" Type="http://schemas.openxmlformats.org/officeDocument/2006/relationships/hyperlink" Target="http://ec.europa.eu/europeaid/prag/annexes.do?chapterTitleCode=A"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1.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c.europa.eu/europeaid/prag/document.do" TargetMode="External"/><Relationship Id="rId10" Type="http://schemas.openxmlformats.org/officeDocument/2006/relationships/hyperlink" Target="http://ec.europa.eu/europeaid/prag/document.d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2BC91-AA5C-6343-8100-DAE444539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11</Pages>
  <Words>4446</Words>
  <Characters>25346</Characters>
  <Application>Microsoft Macintosh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29733</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Nazife Ahmedova</cp:lastModifiedBy>
  <cp:revision>71</cp:revision>
  <cp:lastPrinted>2012-09-25T14:41:00Z</cp:lastPrinted>
  <dcterms:created xsi:type="dcterms:W3CDTF">2018-12-18T11:34:00Z</dcterms:created>
  <dcterms:modified xsi:type="dcterms:W3CDTF">2020-01-23T10:01:00Z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